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132" w:rsidRDefault="00526132"/>
    <w:tbl>
      <w:tblPr>
        <w:tblStyle w:val="TableGrid"/>
        <w:tblpPr w:leftFromText="187" w:rightFromText="187" w:vertAnchor="page" w:horzAnchor="page" w:tblpXSpec="center" w:tblpY="4047"/>
        <w:tblW w:w="901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4A0"/>
      </w:tblPr>
      <w:tblGrid>
        <w:gridCol w:w="1287"/>
        <w:gridCol w:w="1288"/>
        <w:gridCol w:w="1288"/>
        <w:gridCol w:w="1288"/>
        <w:gridCol w:w="1288"/>
        <w:gridCol w:w="1288"/>
        <w:gridCol w:w="1288"/>
      </w:tblGrid>
      <w:tr w:rsidR="00526132">
        <w:trPr>
          <w:trHeight w:hRule="exact" w:val="387"/>
        </w:trPr>
        <w:tc>
          <w:tcPr>
            <w:tcW w:w="1287" w:type="dxa"/>
            <w:tcBorders>
              <w:top w:val="nil"/>
              <w:left w:val="nil"/>
              <w:bottom w:val="dotted" w:sz="4" w:space="0" w:color="3691AA" w:themeColor="accent2" w:themeShade="BF"/>
              <w:right w:val="nil"/>
            </w:tcBorders>
            <w:shd w:val="clear" w:color="auto" w:fill="auto"/>
            <w:vAlign w:val="center"/>
          </w:tcPr>
          <w:p w:rsidR="00526132" w:rsidRDefault="007025B1">
            <w:pPr>
              <w:jc w:val="center"/>
              <w:rPr>
                <w:rFonts w:asciiTheme="minorHAnsi" w:hAnsiTheme="minorHAnsi"/>
                <w:caps/>
                <w:color w:val="3691AA" w:themeColor="accent2" w:themeShade="BF"/>
              </w:rPr>
            </w:pPr>
            <w:r w:rsidRPr="007025B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33" o:spid="_x0000_s1026" type="#_x0000_t202" style="position:absolute;left:0;text-align:left;margin-left:362.95pt;margin-top:601.65pt;width:194.45pt;height:86pt;z-index: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" o:allowincell="f" filled="f" fillcolor="#f0ad00 [3204]" stroked="f">
                  <v:textbox style="mso-fit-shape-to-text:t">
                    <w:txbxContent>
                      <w:p w:rsidR="00526132" w:rsidRDefault="00E220D4">
                        <w:pPr>
                          <w:pStyle w:val="Yearvariation1"/>
                        </w:pPr>
                        <w:r>
                          <w:t>2011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  <w:r w:rsidRPr="007025B1">
              <w:rPr>
                <w:noProof/>
              </w:rPr>
              <w:pict>
                <v:shape id="Text Box 2732" o:spid="_x0000_s1027" type="#_x0000_t202" style="position:absolute;left:0;text-align:left;margin-left:77.9pt;margin-top:151.2pt;width:333.45pt;height:69.85pt;z-index: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" o:allowincell="f" filled="f" fillcolor="#f0ad00 [3204]" stroked="f">
                  <v:textbox style="mso-fit-shape-to-text:t">
                    <w:txbxContent>
                      <w:p w:rsidR="00526132" w:rsidRDefault="00E220D4">
                        <w:pPr>
                          <w:pStyle w:val="Monthvariation1"/>
                        </w:pPr>
                        <w:r>
                          <w:t xml:space="preserve">October 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  <w:r w:rsidRPr="007025B1">
              <w:rPr>
                <w:noProof/>
              </w:rPr>
              <w:pict>
                <v:group id="Group 2615" o:spid="_x0000_s1143" style="position:absolute;left:0;text-align:left;margin-left:27.35pt;margin-top:29.5pt;width:557.5pt;height:734.4pt;z-index:-251634176;mso-position-horizontal-relative:page;mso-position-vertical-relative:page" coordorigin="540,588" coordsize="11150,1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" o:allowincell="f">
                  <v:rect id="Rectangle 2616" o:spid="_x0000_s1144" style="position:absolute;left:1080;top:1080;width:10080;height:13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UapsEA&#10;AADaAAAADwAAAGRycy9kb3ducmV2LnhtbESPQYvCMBSE7wv+h/AEb2uqwiLVKCos7EVZtbvnR/Ns&#10;qs1LaaKt/94IgsdhZr5h5svOVuJGjS8dKxgNExDEudMlFwqy4/fnFIQPyBorx6TgTh6Wi97HHFPt&#10;Wt7T7RAKESHsU1RgQqhTKX1uyKIfupo4eifXWAxRNoXUDbYRbis5TpIvabHkuGCwpo2h/HK4WgW7&#10;zOz4n7fdXzWdrM74e2nXx0ypQb9bzUAE6sI7/Gr/aAVjeF6JN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1GqbBAAAA2gAAAA8AAAAAAAAAAAAAAAAAmAIAAGRycy9kb3du&#10;cmV2LnhtbFBLBQYAAAAABAAEAPUAAACGAwAAAAA=&#10;" fillcolor="#c3e2c4 [1303]" stroked="f">
                    <v:fill color2="#c3e2c4 [1303]" angle="135" focus="50%" type="gradient"/>
                  </v:rect>
                  <v:group id="Group 2617" o:spid="_x0000_s1028" style="position:absolute;left:540;top:588;width:11150;height:14688" coordorigin="531,394" coordsize="11150,14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group id="Group 2618" o:spid="_x0000_s1029" style="position:absolute;left:7258;top:568;width:1429;height:1429" coordorigin="756,5456" coordsize="797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oval id="Oval 2619" o:spid="_x0000_s1030" style="position:absolute;left:756;top:5456;width:797;height: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tXMIA&#10;AADaAAAADwAAAGRycy9kb3ducmV2LnhtbESPzarCMBSE9xd8h3AENxdNFfyhGkUEr7oStYLLQ3Ns&#10;i81JaXK1vr0RBJfDzHzDzBaNKcWdaldYVtDvRSCIU6sLzhQkp3V3AsJ5ZI2lZVLwJAeLeetnhrG2&#10;Dz7Q/egzESDsYlSQe1/FUro0J4OuZyvi4F1tbdAHWWdS1/gIcFPKQRSNpMGCw0KOFa1ySm/Hf6Ng&#10;b383yXhXFrvksLz88eA8SrdrpTrtZjkF4anx3/CnvdUKhvC+Em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qy1cwgAAANoAAAAPAAAAAAAAAAAAAAAAAJgCAABkcnMvZG93&#10;bnJldi54bWxQSwUGAAAAAAQABAD1AAAAhwMAAAAA&#10;" fillcolor="#bfe1ea [1301]" stroked="f"/>
                      <v:oval id="Oval 2620" o:spid="_x0000_s1031" style="position:absolute;left:871;top:5571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VjA8YA&#10;AADaAAAADwAAAGRycy9kb3ducmV2LnhtbESPT2vCQBTE70K/w/IEL9Js9CCSuoq2sRR6KGoOHh/Z&#10;lz8k+zZmt5r203cLgsdhZn7DrDaDacWVeldbVjCLYhDEudU1lwqy0/55CcJ5ZI2tZVLwQw4266fR&#10;ChNtb3yg69GXIkDYJaig8r5LpHR5RQZdZDvi4BW2N+iD7Eupe7wFuGnlPI4X0mDNYaHCjl4rypvj&#10;t1HQ/KZvl3l6upynWfGZfe2a9xmnSk3Gw/YFhKfBP8L39odWsID/K+EG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VjA8YAAADaAAAADwAAAAAAAAAAAAAAAACYAgAAZHJz&#10;L2Rvd25yZXYueG1sUEsFBgAAAAAEAAQA9QAAAIsDAAAAAA==&#10;" fillcolor="#60b5cc [3205]" stroked="f"/>
                      <v:oval id="Oval 2621" o:spid="_x0000_s1032" style="position:absolute;left:902;top:5602;width:506;height: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Ww8sMA&#10;AADaAAAADwAAAGRycy9kb3ducmV2LnhtbESP3WrCQBSE7wu+w3KE3tWNUmxMXSX+US8E0fYBDtlj&#10;NjR7NmQ3Gt/eLQi9HGbmG2a+7G0trtT6yrGC8SgBQVw4XXGp4Od795aC8AFZY+2YFNzJw3IxeJlj&#10;pt2NT3Q9h1JECPsMFZgQmkxKXxiy6EeuIY7exbUWQ5RtKXWLtwi3tZwkyVRarDguGGxobaj4PXdW&#10;weo95F/bbnPcndILTvwsP3QmV+p12OefIAL14T/8bO+1gg/4uxJv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Ww8sMAAADaAAAADwAAAAAAAAAAAAAAAACYAgAAZHJzL2Rv&#10;d25yZXYueG1sUEsFBgAAAAAEAAQA9QAAAIgDAAAAAA==&#10;" fillcolor="white [3212]" stroked="f"/>
                      <v:oval id="Oval 2622" o:spid="_x0000_s1033" style="position:absolute;left:1008;top:5708;width:294;height: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0kr4A&#10;AADaAAAADwAAAGRycy9kb3ducmV2LnhtbERPTYvCMBC9C/6HMAveNF0FkWosKoiLIKIuC96GZmxa&#10;m0lpslr/vTks7PHxvhdZZ2vxoNaXjhV8jhIQxLnTJRcKvi/b4QyED8gaa8ek4EUesmW/t8BUuyef&#10;6HEOhYgh7FNUYEJoUil9bsiiH7mGOHI311oMEbaF1C0+Y7it5ThJptJiybHBYEMbQ/n9/GsVVGE9&#10;2Rvc/fDVcXKspofNkbRSg49uNQcRqAv/4j/3l1YQt8Yr8Qb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K5dJK+AAAA2gAAAA8AAAAAAAAAAAAAAAAAmAIAAGRycy9kb3ducmV2&#10;LnhtbFBLBQYAAAAABAAEAPUAAACDAwAAAAA=&#10;" fillcolor="#9fd2e0 [1941]" stroked="f"/>
                    </v:group>
                    <v:group id="Group 2623" o:spid="_x0000_s1034" style="position:absolute;left:10012;top:3235;width:1652;height:1652" coordorigin="10009,3369" coordsize="1652,16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oval id="Oval 2624" o:spid="_x0000_s1035" style="position:absolute;left:10009;top:3369;width:1652;height:1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frzcMA&#10;AADbAAAADwAAAGRycy9kb3ducmV2LnhtbESPQWsCQQyF74X+hyGCtzprBSmro1ihVIQiVRG8hZ24&#10;s3Yns+yMuv775iB4S3gv732Zzjtfqyu1sQpsYDjIQBEXwVZcGtjvvt4+QMWEbLEOTAbuFGE+e32Z&#10;Ym7DjX/puk2lkhCOORpwKTW51rFw5DEOQkMs2im0HpOsbaltizcJ97V+z7Kx9lixNDhsaOmo+Nte&#10;vIFz+hytHX4f+Bg425zHP8sNWWP6vW4xAZWoS0/z43plBV/o5RcZQM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frzcMAAADbAAAADwAAAAAAAAAAAAAAAACYAgAAZHJzL2Rv&#10;d25yZXYueG1sUEsFBgAAAAAEAAQA9QAAAIgDAAAAAA==&#10;" fillcolor="#9fd2e0 [1941]" stroked="f"/>
                      <v:oval id="Oval 2625" o:spid="_x0000_s1036" style="position:absolute;left:10264;top:3624;width:1142;height:1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E3QsQA&#10;AADbAAAADwAAAGRycy9kb3ducmV2LnhtbERPS2vCQBC+F/wPywheim7iQUp0FR+pFHooag4eh+yY&#10;hGRnY3arqb++Wyh4m4/vOYtVbxpxo85VlhXEkwgEcW51xYWC7PQ+fgPhPLLGxjIp+CEHq+XgZYGJ&#10;tnc+0O3oCxFC2CWooPS+TaR0eUkG3cS2xIG72M6gD7ArpO7wHsJNI6dRNJMGKw4NJba0LSmvj99G&#10;Qf1Id9dperqeX7PLZ/a1qfcxp0qNhv16DsJT75/if/eHDvNj+PslH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BN0LEAAAA2wAAAA8AAAAAAAAAAAAAAAAAmAIAAGRycy9k&#10;b3ducmV2LnhtbFBLBQYAAAAABAAEAPUAAACJAwAAAAA=&#10;" fillcolor="#60b5cc [3205]" stroked="f"/>
                      <v:oval id="Oval 2626" o:spid="_x0000_s1037" style="position:absolute;left:10348;top:3709;width:97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9+wMMA&#10;AADbAAAADwAAAGRycy9kb3ducmV2LnhtbERPTWvCQBC9F/oflil4q5tKFU1dRQJSPfRQI2hvY3aa&#10;LGZnQ3aN8d93C4K3ebzPmS97W4uOWm8cK3gbJiCIC6cNlwr2+fp1CsIHZI21Y1JwIw/LxfPTHFPt&#10;rvxN3S6UIoawT1FBFUKTSumLiiz6oWuII/frWoshwraUusVrDLe1HCXJRFo0HBsqbCirqDjvLlbB&#10;Kd/MjqevbZaNTX4+mMvnT/fOSg1e+tUHiEB9eIjv7o2O80fw/0s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9+wMMAAADbAAAADwAAAAAAAAAAAAAAAACYAgAAZHJzL2Rv&#10;d25yZXYueG1sUEsFBgAAAAAEAAQA9QAAAIgDAAAAAA==&#10;" fillcolor="#dff0f4 [661]" stroked="f"/>
                      <v:oval id="Oval 2627" o:spid="_x0000_s1038" style="position:absolute;left:10517;top:3876;width:636;height: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8MrsQA&#10;AADbAAAADwAAAGRycy9kb3ducmV2LnhtbERPTWvCQBC9F/wPyxS8FN2oIJK6StUoQg+lmkOPQ3ZM&#10;QrKzMbtq9Nd3hUJv83ifM192phZXal1pWcFoGIEgzqwuOVeQHreDGQjnkTXWlknBnRwsF72XOcba&#10;3vibrgefixDCLkYFhfdNLKXLCjLohrYhDtzJtgZ9gG0udYu3EG5qOY6iqTRYcmgosKF1QVl1uBgF&#10;1SPZnMfJ8fzzlp4+069VtRtxolT/tft4B+Gp8//iP/deh/kTeP4SD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fDK7EAAAA2wAAAA8AAAAAAAAAAAAAAAAAmAIAAGRycy9k&#10;b3ducmV2LnhtbFBLBQYAAAAABAAEAPUAAACJAwAAAAA=&#10;" fillcolor="#60b5cc [3205]" stroked="f"/>
                    </v:group>
                    <v:group id="Group 2628" o:spid="_x0000_s1039" style="position:absolute;left:3049;top:508;width:1569;height:1569" coordorigin="8376,5021" coordsize="1879,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oval id="Oval 2629" o:spid="_x0000_s1040" style="position:absolute;left:8376;top:5021;width:1879;height:1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oxQcQA&#10;AADbAAAADwAAAGRycy9kb3ducmV2LnhtbERPTWvCQBC9F/wPyxS8FN0oKJK6StUoQg+lmkOPQ3ZM&#10;QrKzMbtq9Nd3hUJv83ifM192phZXal1pWcFoGIEgzqwuOVeQHreDGQjnkTXWlknBnRwsF72XOcba&#10;3vibrgefixDCLkYFhfdNLKXLCjLohrYhDtzJtgZ9gG0udYu3EG5qOY6iqTRYcmgosKF1QVl1uBgF&#10;1SPZnMfJ8fzzlp4+069VtRtxolT/tft4B+Gp8//iP/deh/kTeP4SD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6MUHEAAAA2wAAAA8AAAAAAAAAAAAAAAAAmAIAAGRycy9k&#10;b3ducmV2LnhtbFBLBQYAAAAABAAEAPUAAACJAwAAAAA=&#10;" fillcolor="#60b5cc [3205]" stroked="f"/>
                      <v:oval id="Oval 2630" o:spid="_x0000_s1041" style="position:absolute;left:8686;top:5331;width:1259;height:1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AsLcEA&#10;AADbAAAADwAAAGRycy9kb3ducmV2LnhtbERPTYvCMBC9L/gfwgje1tQtilSjSGVB8LK6e/A4NGNb&#10;bCa1iTb66zfCwt7m8T5nuQ6mEXfqXG1ZwWScgCAurK65VPDz/fk+B+E8ssbGMil4kIP1avC2xEzb&#10;ng90P/pSxBB2GSqovG8zKV1RkUE3ti1x5M62M+gj7EqpO+xjuGnkR5LMpMGaY0OFLeUVFZfjzSgI&#10;t3C1+Sl9mv0+LfNL+jXdHnqlRsOwWYDwFPy/+M+903H+DF6/x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gLC3BAAAA2wAAAA8AAAAAAAAAAAAAAAAAmAIAAGRycy9kb3du&#10;cmV2LnhtbFBLBQYAAAAABAAEAPUAAACGAwAAAAA=&#10;" filled="f" strokecolor="white [3212]" strokeweight="2.25pt">
                        <v:stroke dashstyle="1 1" endcap="round"/>
                      </v:oval>
                      <v:oval id="Oval 2631" o:spid="_x0000_s1042" style="position:absolute;left:8845;top:5490;width:941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5hucIA&#10;AADbAAAADwAAAGRycy9kb3ducmV2LnhtbERP22rCQBB9F/oPyxR8001Fqo1uJL2IfRCKlw8YspNs&#10;MDsbshtN/74rFHybw7nOejPYRlyp87VjBS/TBARx4XTNlYLzaTtZgvABWWPjmBT8kodN9jRaY6rd&#10;jQ90PYZKxBD2KSowIbSplL4wZNFPXUscudJ1FkOEXSV1h7cYbhs5S5JXabHm2GCwpQ9DxeXYWwXv&#10;85DvvvrPn+1hWeLMv+X73uRKjZ+HfAUi0BAe4n/3t47zF3D/JR4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mG5wgAAANsAAAAPAAAAAAAAAAAAAAAAAJgCAABkcnMvZG93&#10;bnJldi54bWxQSwUGAAAAAAQABAD1AAAAhwMAAAAA&#10;" fillcolor="white [3212]" stroked="f"/>
                      <v:oval id="Oval 2632" o:spid="_x0000_s1043" style="position:absolute;left:8949;top:5594;width:733;height:7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Hny8MA&#10;AADbAAAADwAAAGRycy9kb3ducmV2LnhtbESPQWsCQQyF74X+hyGCtzprBSmro1ihVIQiVRG8hZ24&#10;s3Yns+yMuv775iB4S3gv732Zzjtfqyu1sQpsYDjIQBEXwVZcGtjvvt4+QMWEbLEOTAbuFGE+e32Z&#10;Ym7DjX/puk2lkhCOORpwKTW51rFw5DEOQkMs2im0HpOsbaltizcJ97V+z7Kx9lixNDhsaOmo+Nte&#10;vIFz+hytHX4f+Bg425zHP8sNWWP6vW4xAZWoS0/z43plBV9g5RcZQM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Hny8MAAADbAAAADwAAAAAAAAAAAAAAAACYAgAAZHJzL2Rv&#10;d25yZXYueG1sUEsFBgAAAAAEAAQA9QAAAIgDAAAAAA==&#10;" fillcolor="#9fd2e0 [1941]" stroked="f"/>
                    </v:group>
                    <v:group id="Group 2633" o:spid="_x0000_s1044" style="position:absolute;left:8300;top:437;width:3337;height:3337" coordorigin="2887,1326" coordsize="3986,3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group id="Group 2634" o:spid="_x0000_s1045" style="position:absolute;left:2887;top:1326;width:3986;height:3986" coordorigin="266,3286" coordsize="3986,3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shape id="Freeform 2635" o:spid="_x0000_s1046" style="position:absolute;left:266;top:3286;width:3986;height:398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srP8MA&#10;AADbAAAADwAAAGRycy9kb3ducmV2LnhtbESPQYvCMBSE74L/ITxhb5rqwdWuUUQUXPZiq4t7fDRv&#10;22LzUppo6783guBxmJlvmMWqM5W4UeNKywrGowgEcWZ1ybmC03E3nIFwHlljZZkU3MnBatnvLTDW&#10;tuWEbqnPRYCwi1FB4X0dS+myggy6ka2Jg/dvG4M+yCaXusE2wE0lJ1E0lQZLDgsF1rQpKLukV6Pg&#10;9+dIs/K8TZL2c3453Df2Oz3/KfUx6NZfIDx1/h1+tfdawWQM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srP8MAAADbAAAADwAAAAAAAAAAAAAAAACYAgAAZHJzL2Rv&#10;d25yZXYueG1sUEsFBgAAAAAEAAQA9QAAAIgDAAAAAA==&#10;" path="m1897,c880,,,852,,1876,,2900,840,3768,1904,3774v1064,6,1863,-819,1876,-1876c3781,866,2914,,1897,xe" fillcolor="#dff0f4 [661]" stroked="f" strokecolor="#c64847 [3209]" strokeweight=".25pt">
                          <v:path arrowok="t" o:connecttype="custom" o:connectlocs="2000,0;0,1978;2007,3980;3985,2001;2000,0" o:connectangles="0,0,0,0,0"/>
                        </v:shape>
                        <v:shape id="Freeform 2636" o:spid="_x0000_s1047" style="position:absolute;left:843;top:3867;width:2834;height:2824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XV8YA&#10;AADbAAAADwAAAGRycy9kb3ducmV2LnhtbESPQWvCQBSE7wX/w/KE3pqNOYjErFKU1h7agqZQcntk&#10;X5O02bcxu5r477uC4HGYmW+YbD2aVpypd41lBbMoBkFcWt1wpeArf3lagHAeWWNrmRRcyMF6NXnI&#10;MNV24D2dD74SAcIuRQW1910qpStrMugi2xEH78f2Bn2QfSV1j0OAm1YmcTyXBhsOCzV2tKmp/Duc&#10;jIJis32df+LHb9LtZX46vn9XQ7FT6nE6Pi9BeBr9PXxrv2kFSQLXL+EH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CXV8YAAADbAAAADwAAAAAAAAAAAAAAAACYAgAAZHJz&#10;L2Rvd25yZXYueG1sUEsFBgAAAAAEAAQA9QAAAIsDAAAAAA==&#10;" path="m1897,c880,,,852,,1876,,2900,840,3768,1904,3774v1064,6,1863,-819,1876,-1876c3781,866,2914,,1897,xe" fillcolor="#60b5cc [3205]" stroked="f" strokecolor="#c64847 [3209]" strokeweight=".25pt">
                          <v:path arrowok="t" o:connecttype="custom" o:connectlocs="1422,0;0,1402;1427,2820;2833,1418;1422,0" o:connectangles="0,0,0,0,0"/>
                        </v:shape>
                        <v:shape id="Freeform 2637" o:spid="_x0000_s1048" style="position:absolute;left:1118;top:4138;width:2282;height:2282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KmMQA&#10;AADbAAAADwAAAGRycy9kb3ducmV2LnhtbESP0WrCQBRE3wv+w3IFX6RujFRLdBVRxIq+aPsB1+w1&#10;iWbvhuxq0r93C0Ifh5k5w8wWrSnFg2pXWFYwHEQgiFOrC84U/Hxv3j9BOI+ssbRMCn7JwWLeeZth&#10;om3DR3qcfCYChF2CCnLvq0RKl+Zk0A1sRRy8i60N+iDrTOoamwA3pYyjaCwNFhwWcqxolVN6O92N&#10;gqhZ7738iK+7uH8YbZfFubpPzkr1uu1yCsJT6//Dr/aXVhCP4O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hSpjEAAAA2wAAAA8AAAAAAAAAAAAAAAAAmAIAAGRycy9k&#10;b3ducmV2LnhtbFBLBQYAAAAABAAEAPUAAACJAwAAAAA=&#10;" path="m1897,c880,,,852,,1876,,2900,840,3768,1904,3774v1064,6,1863,-819,1876,-1876c3781,866,2914,,1897,xe" fillcolor="#9fd2e0 [1941]" stroked="f" strokecolor="#c64847 [3209]" strokeweight=".25pt">
                          <v:path arrowok="t" o:connecttype="custom" o:connectlocs="1145,0;0,1133;1149,2278;2281,1146;1145,0" o:connectangles="0,0,0,0,0"/>
                        </v:shape>
                        <v:shape id="Freeform 2638" o:spid="_x0000_s1049" style="position:absolute;left:1311;top:4331;width:1896;height:189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qyO8QA&#10;AADbAAAADwAAAGRycy9kb3ducmV2LnhtbESPQWvCQBSE74L/YXkFL6VutKWVNBtRIdWTUu3B4yP7&#10;TEKzb8PuNqb/3i0UPA4z8w2TLQfTip6cbywrmE0TEMSl1Q1XCr5OxdMChA/IGlvLpOCXPCzz8SjD&#10;VNsrf1J/DJWIEPYpKqhD6FIpfVmTQT+1HXH0LtYZDFG6SmqH1wg3rZwnyas02HBcqLGjTU3l9/HH&#10;KLgUj4ewXSR7svz27Gh9/jjtzkpNHobVO4hAQ7iH/9s7rWD+An9f4g+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qsjvEAAAA2wAAAA8AAAAAAAAAAAAAAAAAmAIAAGRycy9k&#10;b3ducmV2LnhtbFBLBQYAAAAABAAEAPUAAACJAwAAAAA=&#10;" path="m1897,c880,,,852,,1876,,2900,840,3768,1904,3774v1064,6,1863,-819,1876,-1876c3781,866,2914,,1897,xe" fillcolor="#bfe1ea [1301]" stroked="f" strokecolor="#c64847 [3209]" strokeweight=".25pt">
                          <v:path arrowok="t" o:connecttype="custom" o:connectlocs="951,0;0,941;955,1893;1895,952;951,0" o:connectangles="0,0,0,0,0"/>
                        </v:shape>
                        <v:shape id="Freeform 2639" o:spid="_x0000_s1050" style="position:absolute;left:1542;top:4562;width:1434;height:1434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PI8UA&#10;AADbAAAADwAAAGRycy9kb3ducmV2LnhtbESPW2vCQBSE34X+h+UUfNNNA4pEVxGLlwcreAHx7ZA9&#10;JmmzZ2N2Nem/7xYEH4eZ+YaZzFpTigfVrrCs4KMfgSBOrS44U3A6LnsjEM4jaywtk4JfcjCbvnUm&#10;mGjb8J4eB5+JAGGXoILc+yqR0qU5GXR9WxEH72prgz7IOpO6xibATSnjKBpKgwWHhRwrWuSU/hzu&#10;RsFl8bka7vDrO6728ni/bc9Zc1kr1X1v52MQnlr/Cj/bG60gHsD/l/AD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Q8jxQAAANsAAAAPAAAAAAAAAAAAAAAAAJgCAABkcnMv&#10;ZG93bnJldi54bWxQSwUGAAAAAAQABAD1AAAAigMAAAAA&#10;" path="m1897,c880,,,852,,1876,,2900,840,3768,1904,3774v1064,6,1863,-819,1876,-1876c3781,866,2914,,1897,xe" fillcolor="#60b5cc [3205]" stroked="f" strokecolor="#c64847 [3209]" strokeweight=".25pt">
                          <v:path arrowok="t" o:connecttype="custom" o:connectlocs="719,0;0,712;722,1432;1434,720;719,0" o:connectangles="0,0,0,0,0"/>
                        </v:shape>
                        <v:shape id="Freeform 2640" o:spid="_x0000_s1051" style="position:absolute;left:1636;top:4656;width:1246;height:124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cKX8UA&#10;AADbAAAADwAAAGRycy9kb3ducmV2LnhtbESP3YrCMBSE7xd8h3AEb0TTFRSpRlFhoSqs+APeHppj&#10;W21OShO1u09vFoS9HGbmG2Y6b0wpHlS7wrKCz34Egji1uuBMwen41RuDcB5ZY2mZFPyQg/ms9THF&#10;WNsn7+lx8JkIEHYxKsi9r2IpXZqTQde3FXHwLrY26IOsM6lrfAa4KeUgikbSYMFhIceKVjmlt8Pd&#10;KPjdrL+z7nF3ug+XJZ+TKw6T7UapTrtZTEB4avx/+N1OtILBCP6+hB8g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wpfxQAAANsAAAAPAAAAAAAAAAAAAAAAAJgCAABkcnMv&#10;ZG93bnJldi54bWxQSwUGAAAAAAQABAD1AAAAigMAAAAA&#10;" path="m1897,c880,,,852,,1876,,2900,840,3768,1904,3774v1064,6,1863,-819,1876,-1876c3781,866,2914,,1897,xe" fillcolor="white [3212]" stroked="f" strokecolor="#c64847 [3209]" strokeweight=".25pt">
                          <v:path arrowok="t" o:connecttype="custom" o:connectlocs="625,0;0,618;627,1244;1246,626;625,0" o:connectangles="0,0,0,0,0"/>
                        </v:shape>
                        <v:shape id="Freeform 2641" o:spid="_x0000_s1052" style="position:absolute;left:1893;top:4914;width:732;height:73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Mm8UA&#10;AADbAAAADwAAAGRycy9kb3ducmV2LnhtbESP3WrCQBSE7wu+w3IEb0rdmOIPMatIi7SiN7V9gJPs&#10;MYlmz4bsatK3d4VCL4eZ+YZJ172pxY1aV1lWMBlHIIhzqysuFPx8b18WIJxH1lhbJgW/5GC9Gjyl&#10;mGjb8Rfdjr4QAcIuQQWl900ipctLMujGtiEO3sm2Bn2QbSF1i12Am1rGUTSTBisOCyU29FZSfjle&#10;jYKoe997OY3Pu/j58PqxqbLmOs+UGg37zRKEp97/h//an1pBPIfHl/AD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kybxQAAANsAAAAPAAAAAAAAAAAAAAAAAJgCAABkcnMv&#10;ZG93bnJldi54bWxQSwUGAAAAAAQABAD1AAAAigMAAAAA&#10;" path="m1897,c880,,,852,,1876,,2900,840,3768,1904,3774v1064,6,1863,-819,1876,-1876c3781,866,2914,,1897,xe" fillcolor="#9fd2e0 [1941]" stroked="f" strokecolor="#c64847 [3209]" strokeweight=".25pt">
                          <v:path arrowok="t" o:connecttype="custom" o:connectlocs="367,0;0,362;369,729;732,367;367,0" o:connectangles="0,0,0,0,0"/>
                        </v:shape>
                      </v:group>
                      <v:shape id="Freeform 2642" o:spid="_x0000_s1053" style="position:absolute;left:3031;top:1476;width:3668;height:366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s1sAA&#10;AADbAAAADwAAAGRycy9kb3ducmV2LnhtbERPy4rCMBTdC/5DuII7TRVxSjWKiIqgw+ADcXlprm2x&#10;uSlN1Pr3ZiHM8nDe03ljSvGk2hWWFQz6EQji1OqCMwXn07oXg3AeWWNpmRS8ycF81m5NMdH2xQd6&#10;Hn0mQgi7BBXk3leJlC7NyaDr24o4cDdbG/QB1pnUNb5CuCnlMIrG0mDBoSHHipY5pffjwyjg/eqw&#10;in+u6z8bjzbX3/dlt9BGqW6nWUxAeGr8v/jr3moFwzA2fAk/QM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Hs1sAAAADbAAAADwAAAAAAAAAAAAAAAACYAgAAZHJzL2Rvd25y&#10;ZXYueG1sUEsFBgAAAAAEAAQA9QAAAIUDAAAAAA==&#10;" path="m1897,c880,,,852,,1876,,2900,840,3768,1904,3774v1064,6,1863,-819,1876,-1876c3781,866,2914,,1897,xe" filled="f" fillcolor="white [3212]" strokecolor="#60b5cc [3205]" strokeweight="3pt">
                        <v:stroke dashstyle="1 1" endcap="round"/>
                        <v:path arrowok="t" o:connecttype="custom" o:connectlocs="1840,0;0,1816;1847,3654;3667,1838;1840,0" o:connectangles="0,0,0,0,0"/>
                      </v:shape>
                    </v:group>
                    <v:group id="Group 2643" o:spid="_x0000_s1054" style="position:absolute;left:6227;top:1356;width:833;height:833" coordorigin="6162,1745" coordsize="833,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Freeform 2644" o:spid="_x0000_s1055" style="position:absolute;left:6162;top:1745;width:833;height:833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c6ZsMA&#10;AADbAAAADwAAAGRycy9kb3ducmV2LnhtbERPy2rCQBTdC/2H4Ra600lTCBIdRVL6WFQhURB3l8w1&#10;ic3cSTOjSf/eWRS6PJz3cj2aVtyod41lBc+zCARxaXXDlYLD/m06B+E8ssbWMin4JQfr1cNkiam2&#10;A+d0K3wlQgi7FBXU3neplK6syaCb2Y44cGfbG/QB9pXUPQ4h3LQyjqJEGmw4NNTYUVZT+V1cjYJT&#10;9vqe7HB7ibtc7q8/X8dqOH0o9fQ4bhYgPI3+X/zn/tQKXsL68CX8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c6ZsMAAADbAAAADwAAAAAAAAAAAAAAAACYAgAAZHJzL2Rv&#10;d25yZXYueG1sUEsFBgAAAAAEAAQA9QAAAIgDAAAAAA==&#10;" path="m1897,c880,,,852,,1876,,2900,840,3768,1904,3774v1064,6,1863,-819,1876,-1876c3781,866,2914,,1897,xe" fillcolor="#60b5cc [3205]" stroked="f" strokecolor="#c64847 [3209]" strokeweight=".25pt">
                        <v:path arrowok="t" o:connecttype="custom" o:connectlocs="418,0;0,413;419,832;833,418;418,0" o:connectangles="0,0,0,0,0"/>
                      </v:shape>
                      <v:shape id="Freeform 2645" o:spid="_x0000_s1056" style="position:absolute;left:6241;top:1822;width:674;height:678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K94sUA&#10;AADbAAAADwAAAGRycy9kb3ducmV2LnhtbESPQWvCQBSE70L/w/IKvelGC1ZjNlLEQksvTVLR4yP7&#10;mgSzb0N2a+K/dwtCj8PMfMMk29G04kK9aywrmM8iEMSl1Q1XCr6Lt+kKhPPIGlvLpOBKDrbpwyTB&#10;WNuBM7rkvhIBwi5GBbX3XSylK2sy6Ga2Iw7ej+0N+iD7SuoehwA3rVxE0VIabDgs1NjRrqbynP8a&#10;BYfPglbNcZ9lw8v6/HXd2Y/8eFLq6XF83YDwNPr/8L39rhU8z+HvS/gB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r3ixQAAANsAAAAPAAAAAAAAAAAAAAAAAJgCAABkcnMv&#10;ZG93bnJldi54bWxQSwUGAAAAAAQABAD1AAAAigMAAAAA&#10;" path="m1897,c880,,,852,,1876,,2900,840,3768,1904,3774v1064,6,1863,-819,1876,-1876c3781,866,2914,,1897,xe" fillcolor="#dff0f4 [661]" stroked="f" strokecolor="#c64847 [3209]" strokeweight=".25pt">
                        <v:path arrowok="t" o:connecttype="custom" o:connectlocs="338,0;0,336;339,677;674,340;338,0" o:connectangles="0,0,0,0,0"/>
                      </v:shape>
                      <v:shape id="Freeform 2646" o:spid="_x0000_s1057" style="position:absolute;left:6285;top:1867;width:586;height:588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53sQA&#10;AADbAAAADwAAAGRycy9kb3ducmV2LnhtbESP0WrCQBRE3wv+w3IFX6RujFRLdBVRxIq+aPsB1+w1&#10;iWbvhuxq0r93C0Ifh5k5w8wWrSnFg2pXWFYwHEQgiFOrC84U/Hxv3j9BOI+ssbRMCn7JwWLeeZth&#10;om3DR3qcfCYChF2CCnLvq0RKl+Zk0A1sRRy8i60N+iDrTOoamwA3pYyjaCwNFhwWcqxolVN6O92N&#10;gqhZ7738iK+7uH8YbZfFubpPzkr1uu1yCsJT6//Dr/aXVjCK4e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0ed7EAAAA2wAAAA8AAAAAAAAAAAAAAAAAmAIAAGRycy9k&#10;b3ducmV2LnhtbFBLBQYAAAAABAAEAPUAAACJAwAAAAA=&#10;" path="m1897,c880,,,852,,1876,,2900,840,3768,1904,3774v1064,6,1863,-819,1876,-1876c3781,866,2914,,1897,xe" fillcolor="#9fd2e0 [1941]" stroked="f" strokecolor="#c64847 [3209]" strokeweight=".25pt">
                        <v:path arrowok="t" o:connecttype="custom" o:connectlocs="294,0;0,292;295,587;586,295;294,0" o:connectangles="0,0,0,0,0"/>
                      </v:shape>
                      <v:shape id="Freeform 2647" o:spid="_x0000_s1058" style="position:absolute;left:6443;top:2026;width:271;height:271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k/GsUA&#10;AADbAAAADwAAAGRycy9kb3ducmV2LnhtbESP3WrCQBSE7wu+w3KE3ohuWlEkuooVhNSC4g94e8ge&#10;k2j2bMiumvr0bkHo5TAz3zCTWWNKcaPaFZYVfPQiEMSp1QVnCg77ZXcEwnlkjaVlUvBLDmbT1tsE&#10;Y23vvKXbzmciQNjFqCD3voqldGlOBl3PVsTBO9naoA+yzqSu8R7gppSfUTSUBgsOCzlWtMgpveyu&#10;RsFj9b3OOvvN4Tr4KvmYnHGQ/KyUem838zEIT43/D7/aiVbQ78Pfl/AD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T8axQAAANsAAAAPAAAAAAAAAAAAAAAAAJgCAABkcnMv&#10;ZG93bnJldi54bWxQSwUGAAAAAAQABAD1AAAAigMAAAAA&#10;" path="m1897,c880,,,852,,1876,,2900,840,3768,1904,3774v1064,6,1863,-819,1876,-1876c3781,866,2914,,1897,xe" fillcolor="white [3212]" stroked="f" strokecolor="#c64847 [3209]" strokeweight=".25pt">
                        <v:path arrowok="t" o:connecttype="custom" o:connectlocs="136,0;0,134;136,271;271,136;136,0" o:connectangles="0,0,0,0,0"/>
                      </v:shape>
                    </v:group>
                    <v:group id="Group 2648" o:spid="_x0000_s1059" style="position:absolute;left:531;top:2714;width:606;height:606" coordorigin="11055,6052" coordsize="606,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<v:oval id="Oval 2649" o:spid="_x0000_s1060" style="position:absolute;left:11055;top:6052;width:606;height: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9tIcYA&#10;AADbAAAADwAAAGRycy9kb3ducmV2LnhtbESPQWvCQBSE74X+h+UVvIhuVJSSukrVtBQ8SDUHj4/s&#10;MwnJvo3Zrcb++q4g9DjMzDfMfNmZWlyodaVlBaNhBII4s7rkXEF6+Bi8gnAeWWNtmRTcyMFy8fw0&#10;x1jbK3/TZe9zESDsYlRQeN/EUrqsIINuaBvi4J1sa9AH2eZSt3gNcFPLcRTNpMGSw0KBDa0Lyqr9&#10;j1FQ/Sab8zg5nI/99LRNd6vqc8SJUr2X7v0NhKfO/4cf7S+tYDKF+5fwA+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9tIcYAAADbAAAADwAAAAAAAAAAAAAAAACYAgAAZHJz&#10;L2Rvd25yZXYueG1sUEsFBgAAAAAEAAQA9QAAAIsDAAAAAA==&#10;" fillcolor="#60b5cc [3205]" stroked="f"/>
                      <v:oval id="Oval 2650" o:spid="_x0000_s1061" style="position:absolute;left:11175;top:6172;width:366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YQsQA&#10;AADbAAAADwAAAGRycy9kb3ducmV2LnhtbESP3WrCQBSE7wu+w3IE7+pGLaLRVeIf7YUg/jzAIXvM&#10;BrNnQ3aj6dt3C4VeDjPzDbNcd7YST2p86VjBaJiAIM6dLrlQcLse3mcgfEDWWDkmBd/kYb3qvS0x&#10;1e7FZ3peQiEihH2KCkwIdSqlzw1Z9ENXE0fv7hqLIcqmkLrBV4TbSo6TZCotlhwXDNa0NZQ/Lq1V&#10;sPkI2ee+3Z0O59kdx36eHVuTKTXod9kCRKAu/If/2l9awWQ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3mELEAAAA2wAAAA8AAAAAAAAAAAAAAAAAmAIAAGRycy9k&#10;b3ducmV2LnhtbFBLBQYAAAAABAAEAPUAAACJAwAAAAA=&#10;" fillcolor="white [3212]" stroked="f"/>
                    </v:group>
                    <v:group id="Group 2651" o:spid="_x0000_s1062" style="position:absolute;left:3371;top:12960;width:2095;height:2095" coordorigin="4645,5639" coordsize="2512,2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oval id="Oval 2652" o:spid="_x0000_s1063" style="position:absolute;left:4645;top:5639;width:2512;height:2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7Cv8MA&#10;AADbAAAADwAAAGRycy9kb3ducmV2LnhtbERPTWvCQBC9C/6HZYReim5UKBJdxbapCD2IMQePQ3ZM&#10;QrKzMbvVtL/ePRQ8Pt73atObRtyoc5VlBdNJBII4t7riQkF2+hovQDiPrLGxTAp+ycFmPRysMNb2&#10;zke6pb4QIYRdjApK79tYSpeXZNBNbEscuIvtDPoAu0LqDu8h3DRyFkVv0mDFoaHElj5Kyuv0xyio&#10;/5LP6yw5Xc+v2eU7O7zXuyknSr2M+u0ShKfeP8X/7r1WMA9jw5fw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7Cv8MAAADbAAAADwAAAAAAAAAAAAAAAACYAgAAZHJzL2Rv&#10;d25yZXYueG1sUEsFBgAAAAAEAAQA9QAAAIgDAAAAAA==&#10;" fillcolor="#60b5cc [3205]" stroked="f"/>
                      <v:oval id="Oval 2653" o:spid="_x0000_s1064" style="position:absolute;left:4796;top:5790;width:2210;height:2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geMMMA&#10;AADbAAAADwAAAGRycy9kb3ducmV2LnhtbESP3YrCMBSE7xd8h3AE7zR1BVmrUVRYlAURfxC8OzTH&#10;ptqclCZq9+3NgrCXw8x8w0xmjS3Fg2pfOFbQ7yUgiDOnC84VHA/f3S8QPiBrLB2Tgl/yMJu2PiaY&#10;avfkHT32IRcRwj5FBSaEKpXSZ4Ys+p6riKN3cbXFEGWdS13jM8JtKT+TZCgtFhwXDFa0NJTd9ner&#10;4BoWgx+DqxOfHSfb63Cz3JJWqtNu5mMQgZrwH36311rBYAR/X+IPkN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geMMMAAADbAAAADwAAAAAAAAAAAAAAAACYAgAAZHJzL2Rv&#10;d25yZXYueG1sUEsFBgAAAAAEAAQA9QAAAIgDAAAAAA==&#10;" fillcolor="#9fd2e0 [1941]" stroked="f"/>
                      <v:oval id="Oval 2654" o:spid="_x0000_s1065" style="position:absolute;left:5070;top:6064;width:1662;height:1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69xMMA&#10;AADbAAAADwAAAGRycy9kb3ducmV2LnhtbERPTWvCQBC9C/6HZYReim4UKRJdxbapCD2IMQePQ3ZM&#10;QrKzMbvVtL/ePRQ8Pt73atObRtyoc5VlBdNJBII4t7riQkF2+hovQDiPrLGxTAp+ycFmPRysMNb2&#10;zke6pb4QIYRdjApK79tYSpeXZNBNbEscuIvtDPoAu0LqDu8h3DRyFkVv0mDFoaHElj5Kyuv0xyio&#10;/5LP6yw5Xc+v2eU7O7zXuyknSr2M+u0ShKfeP8X/7r1WMA/rw5fw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69xMMAAADbAAAADwAAAAAAAAAAAAAAAACYAgAAZHJzL2Rv&#10;d25yZXYueG1sUEsFBgAAAAAEAAQA9QAAAIgDAAAAAA==&#10;" fillcolor="#60b5cc [3205]" stroked="f"/>
                      <v:oval id="Oval 2655" o:spid="_x0000_s1066" style="position:absolute;left:5390;top:6384;width:1022;height:1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hzS8IA&#10;AADbAAAADwAAAGRycy9kb3ducmV2LnhtbESP3YrCMBSE7wXfIRzBO00VWbQapfsjeiGI7j7AoTk2&#10;xeakNKnWtzcLgpfDzHzDrDadrcSNGl86VjAZJyCIc6dLLhT8/W5HcxA+IGusHJOCB3nYrPu9Faba&#10;3flEt3MoRISwT1GBCaFOpfS5IYt+7Gri6F1cYzFE2RRSN3iPcFvJaZJ8SIslxwWDNX0Zyq/n1ir4&#10;nIVs99N+H7en+QWnfpEdWpMpNRx02RJEoC68w6/2XiuYTeD/S/w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GHNLwgAAANsAAAAPAAAAAAAAAAAAAAAAAJgCAABkcnMvZG93&#10;bnJldi54bWxQSwUGAAAAAAQABAD1AAAAhwMAAAAA&#10;" fillcolor="white [3212]" stroked="f"/>
                      <v:oval id="Oval 2656" o:spid="_x0000_s1067" style="position:absolute;left:5493;top:6488;width:816;height: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r/PMMA&#10;AADbAAAADwAAAGRycy9kb3ducmV2LnhtbESP3YrCMBSE7wXfIRzBuzVVF5FqFBWWlYVF/EHw7tAc&#10;m2pzUpqo9e3NwoKXw8x8w0znjS3FnWpfOFbQ7yUgiDOnC84VHPZfH2MQPiBrLB2Tgid5mM/arSmm&#10;2j14S/ddyEWEsE9RgQmhSqX0mSGLvucq4uidXW0xRFnnUtf4iHBbykGSjKTFguOCwYpWhrLr7mYV&#10;XMJy+GPw+8gnx8nmMvpdbUgr1e00iwmIQE14h//ba63gcwB/X+IP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r/PMMAAADbAAAADwAAAAAAAAAAAAAAAACYAgAAZHJzL2Rv&#10;d25yZXYueG1sUEsFBgAAAAAEAAQA9QAAAIgDAAAAAA==&#10;" fillcolor="#9fd2e0 [1941]" stroked="f"/>
                    </v:group>
                    <v:group id="Group 2657" o:spid="_x0000_s1068" style="position:absolute;left:11150;top:6178;width:486;height:486" coordorigin="11055,6052" coordsize="606,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oval id="Oval 2658" o:spid="_x0000_s1069" style="position:absolute;left:11055;top:6052;width:606;height: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W7x8YA&#10;AADbAAAADwAAAGRycy9kb3ducmV2LnhtbESPQWvCQBSE74X+h+UVepG6UUQkuoraVIQeRM2hx0f2&#10;mYRk38bsVqO/visIPQ4z8w0zW3SmFhdqXWlZwaAfgSDOrC45V5Aevz4mIJxH1lhbJgU3crCYv77M&#10;MNb2ynu6HHwuAoRdjAoK75tYSpcVZND1bUMcvJNtDfog21zqFq8Bbmo5jKKxNFhyWCiwoXVBWXX4&#10;NQqqe/J5HibH808vPX2nu1W1GXCi1Ptbt5yC8NT5//CzvdUKRiN4fA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W7x8YAAADbAAAADwAAAAAAAAAAAAAAAACYAgAAZHJz&#10;L2Rvd25yZXYueG1sUEsFBgAAAAAEAAQA9QAAAIsDAAAAAA==&#10;" fillcolor="#60b5cc [3205]" stroked="f"/>
                      <v:oval id="Oval 2659" o:spid="_x0000_s1070" style="position:absolute;left:11175;top:6172;width:366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1SMMA&#10;AADbAAAADwAAAGRycy9kb3ducmV2LnhtbESP3WrCQBSE7wu+w3IE7+pG0WJTV4l/2AtBtH2AQ/aY&#10;DWbPhuxG49u7QqGXw8x8w8yXna3EjRpfOlYwGiYgiHOnSy4U/P7s3mcgfEDWWDkmBQ/ysFz03uaY&#10;anfnE93OoRARwj5FBSaEOpXS54Ys+qGriaN3cY3FEGVTSN3gPcJtJcdJ8iEtlhwXDNa0NpRfz61V&#10;sJqEbL9tN8fdaXbBsf/MDq3JlBr0u+wLRKAu/If/2t9awWQKry/xB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N1SMMAAADbAAAADwAAAAAAAAAAAAAAAACYAgAAZHJzL2Rv&#10;d25yZXYueG1sUEsFBgAAAAAEAAQA9QAAAIgDAAAAAA==&#10;" fillcolor="white [3212]" stroked="f"/>
                    </v:group>
                    <v:group id="Group 2660" o:spid="_x0000_s1071" style="position:absolute;left:576;top:394;width:2841;height:2841" coordorigin="6800,7595" coordsize="2986,2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<v:oval id="Oval 2661" o:spid="_x0000_s1072" style="position:absolute;left:6800;top:7595;width:2986;height:2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clsMYA&#10;AADbAAAADwAAAGRycy9kb3ducmV2LnhtbESPQWvCQBSE74X+h+UVvIhuFNGSukrVtBQ8SDUHj4/s&#10;MwnJvo3Zrcb++q4g9DjMzDfMfNmZWlyodaVlBaNhBII4s7rkXEF6+Bi8gnAeWWNtmRTcyMFy8fw0&#10;x1jbK3/TZe9zESDsYlRQeN/EUrqsIINuaBvi4J1sa9AH2eZSt3gNcFPLcRRNpcGSw0KBDa0Lyqr9&#10;j1FQ/Sab8zg5nI/99LRNd6vqc8SJUr2X7v0NhKfO/4cf7S+tYDKD+5fwA+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clsMYAAADbAAAADwAAAAAAAAAAAAAAAACYAgAAZHJz&#10;L2Rvd25yZXYueG1sUEsFBgAAAAAEAAQA9QAAAIsDAAAAAA==&#10;" fillcolor="#60b5cc [3205]" stroked="f"/>
                      <v:oval id="Oval 2662" o:spid="_x0000_s1073" style="position:absolute;left:6983;top:7778;width:2620;height:2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mN8IA&#10;AADbAAAADwAAAGRycy9kb3ducmV2LnhtbERPz2vCMBS+D/wfwhN2m6nDyaxGkcKYO+ygHai3Z/Ns&#10;g81LaWKt/705DDx+fL8Xq97WoqPWG8cKxqMEBHHhtOFSwV/+9fYJwgdkjbVjUnAnD6vl4GWBqXY3&#10;3lK3C6WIIexTVFCF0KRS+qIii37kGuLInV1rMUTYllK3eIvhtpbvSTKVFg3HhgobyioqLrurVXDK&#10;N7PD6fcnyz5Mftmb6/exm7BSr8N+PQcRqA9P8b97oxVM4tj4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GY3wgAAANsAAAAPAAAAAAAAAAAAAAAAAJgCAABkcnMvZG93&#10;bnJldi54bWxQSwUGAAAAAAQABAD1AAAAhwMAAAAA&#10;" fillcolor="#dff0f4 [661]" stroked="f"/>
                      <v:oval id="Oval 2663" o:spid="_x0000_s1074" style="position:absolute;left:7253;top:8048;width:2080;height:2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r9ScQA&#10;AADbAAAADwAAAGRycy9kb3ducmV2LnhtbESPQWvCQBSE7wX/w/IK3nTT2EqNrlIKQaFQUIvnR/aZ&#10;BLNv4+4ao7++WxB6HGbmG2ax6k0jOnK+tqzgZZyAIC6srrlU8LPPR+8gfEDW2FgmBTfysFoOnhaY&#10;aXvlLXW7UIoIYZ+hgiqENpPSFxUZ9GPbEkfvaJ3BEKUrpXZ4jXDTyDRJptJgzXGhwpY+KypOu4tR&#10;0KXl+f7Nk/VXeihyfXctHfI3pYbP/cccRKA+/Icf7Y1W8DqDvy/x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K/UnEAAAA2wAAAA8AAAAAAAAAAAAAAAAAmAIAAGRycy9k&#10;b3ducmV2LnhtbFBLBQYAAAAABAAEAPUAAACJAwAAAAA=&#10;" filled="f" strokecolor="#60b5cc [3205]" strokeweight="4.5pt">
                        <v:stroke dashstyle="1 1" endcap="round"/>
                      </v:oval>
                      <v:oval id="Oval 2664" o:spid="_x0000_s1075" style="position:absolute;left:7530;top:8325;width:1528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bOtL8A&#10;AADbAAAADwAAAGRycy9kb3ducmV2LnhtbERPTWsCMRC9F/wPYYReimZbqcpqFKkt9FoVz+Nm3A1u&#10;JksS1+y/bw6FHh/ve71NthU9+WAcK3idFiCIK6cN1wpOx6/JEkSIyBpbx6RgoADbzehpjaV2D/6h&#10;/hBrkUM4lKigibErpQxVQxbD1HXEmbs6bzFm6GupPT5yuG3lW1HMpUXDuaHBjj4aqm6Hu1XQn/w5&#10;+cGYRTfM0mU/+7QvWCj1PE67FYhIKf6L/9zfWsF7Xp+/5B8gN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ls60vwAAANsAAAAPAAAAAAAAAAAAAAAAAJgCAABkcnMvZG93bnJl&#10;di54bWxQSwUGAAAAAAQABAD1AAAAhAMAAAAA&#10;" stroked="f"/>
                      <v:oval id="Oval 2665" o:spid="_x0000_s1076" style="position:absolute;left:7872;top:8667;width:842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uOgsYA&#10;AADbAAAADwAAAGRycy9kb3ducmV2LnhtbESPQWvCQBSE74L/YXlCL6VuIigldRVt0yJ4KNUcenxk&#10;n0lI9m3MbjX6612h4HGYmW+Y+bI3jThR5yrLCuJxBII4t7riQkG2/3x5BeE8ssbGMim4kIPlYjiY&#10;Y6LtmX/otPOFCBB2CSoovW8TKV1ekkE3ti1x8A62M+iD7AqpOzwHuGnkJIpm0mDFYaHElt5Lyuvd&#10;n1FQX9OP4yTdH3+fs8M2+17XXzGnSj2N+tUbCE+9f4T/2xutYBrD/Uv4AX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uOgsYAAADbAAAADwAAAAAAAAAAAAAAAACYAgAAZHJz&#10;L2Rvd25yZXYueG1sUEsFBgAAAAAEAAQA9QAAAIsDAAAAAA==&#10;" fillcolor="#60b5cc [3205]" stroked="f"/>
                    </v:group>
                    <v:group id="Group 2666" o:spid="_x0000_s1077" style="position:absolute;left:10267;top:5042;width:1016;height:1016" coordorigin="1844,4656" coordsize="2244,2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shape id="Freeform 2667" o:spid="_x0000_s1078" style="position:absolute;left:1844;top:4656;width:2244;height:2244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pBscYA&#10;AADbAAAADwAAAGRycy9kb3ducmV2LnhtbESPQWvCQBSE70L/w/KE3nSjpSIxGymKbQ+tYBTE2yP7&#10;TNJm36bZ1aT/vlsQPA4z8w2TLHtTiyu1rrKsYDKOQBDnVldcKDjsN6M5COeRNdaWScEvOVimD4ME&#10;Y2073tE184UIEHYxKii9b2IpXV6SQTe2DXHwzrY16INsC6lb7ALc1HIaRTNpsOKwUGJDq5Ly7+xi&#10;FJxW69fZFj+/ps1O7i8/H8eiO70p9TjsXxYgPPX+Hr6137WC5yf4/xJ+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pBscYAAADbAAAADwAAAAAAAAAAAAAAAACYAgAAZHJz&#10;L2Rvd25yZXYueG1sUEsFBgAAAAAEAAQA9QAAAIsDAAAAAA==&#10;" path="m1897,c880,,,852,,1876,,2900,840,3768,1904,3774v1064,6,1863,-819,1876,-1876c3781,866,2914,,1897,xe" fillcolor="#60b5cc [3205]" stroked="f" strokecolor="#c64847 [3209]" strokeweight=".25pt">
                        <v:path arrowok="t" o:connecttype="custom" o:connectlocs="1126,0;0,1114;1130,2240;2243,1127;1126,0" o:connectangles="0,0,0,0,0"/>
                      </v:shape>
                      <v:shape id="Freeform 2668" o:spid="_x0000_s1079" style="position:absolute;left:2249;top:5061;width:1434;height:1434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r72sUA&#10;AADbAAAADwAAAGRycy9kb3ducmV2LnhtbESPT2vCQBTE74V+h+UVequblvovZiNFWrD0YqKix0f2&#10;mQSzb0N2a+K37xYEj8PM/IZJloNpxIU6V1tW8DqKQBAXVtdcKthtv15mIJxH1thYJgVXcrBMHx8S&#10;jLXtOaNL7ksRIOxiVFB538ZSuqIig25kW+LgnWxn0AfZlVJ32Ae4aeRbFE2kwZrDQoUtrSoqzvmv&#10;UbD/2dKsPnxmWT+dnzfXlf3OD0elnp+GjwUIT4O/h2/ttVYwfof/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+vvaxQAAANsAAAAPAAAAAAAAAAAAAAAAAJgCAABkcnMv&#10;ZG93bnJldi54bWxQSwUGAAAAAAQABAD1AAAAigMAAAAA&#10;" path="m1897,c880,,,852,,1876,,2900,840,3768,1904,3774v1064,6,1863,-819,1876,-1876c3781,866,2914,,1897,xe" fillcolor="#dff0f4 [661]" stroked="f" strokecolor="#c64847 [3209]" strokeweight=".25pt">
                        <v:path arrowok="t" o:connecttype="custom" o:connectlocs="719,0;0,712;722,1432;1434,720;719,0" o:connectangles="0,0,0,0,0"/>
                      </v:shape>
                      <v:shape id="Freeform 2669" o:spid="_x0000_s1080" style="position:absolute;left:2343;top:5155;width:1246;height:124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ECsUA&#10;AADbAAAADwAAAGRycy9kb3ducmV2LnhtbESP3WrCQBSE74W+w3IKvRHdGEmV1FXEIlbsjT8PcMye&#10;JmmzZ0N2NfHtu4Lg5TAz3zCzRWcqcaXGlZYVjIYRCOLM6pJzBafjejAF4TyyxsoyKbiRg8X8pTfD&#10;VNuW93Q9+FwECLsUFRTe16mULivIoBvamjh4P7Yx6INscqkbbAPcVDKOondpsOSwUGBNq4Kyv8PF&#10;KIjaz52XSfy7jfvf482yPNeXyVmpt9du+QHCU+ef4Uf7SytIErh/C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gQKxQAAANsAAAAPAAAAAAAAAAAAAAAAAJgCAABkcnMv&#10;ZG93bnJldi54bWxQSwUGAAAAAAQABAD1AAAAigMAAAAA&#10;" path="m1897,c880,,,852,,1876,,2900,840,3768,1904,3774v1064,6,1863,-819,1876,-1876c3781,866,2914,,1897,xe" fillcolor="#9fd2e0 [1941]" stroked="f" strokecolor="#c64847 [3209]" strokeweight=".25pt">
                        <v:path arrowok="t" o:connecttype="custom" o:connectlocs="625,0;0,618;627,1244;1246,626;625,0" o:connectangles="0,0,0,0,0"/>
                      </v:shape>
                      <v:shape id="Freeform 2670" o:spid="_x0000_s1081" style="position:absolute;left:2600;top:5413;width:732;height:73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5IsUA&#10;AADbAAAADwAAAGRycy9kb3ducmV2LnhtbESP3WrCQBSE7wXfYTkFb6RuFCISXaUKQrRQ8Qd6e8ge&#10;k7TZsyG7avTpuwXBy2FmvmFmi9ZU4kqNKy0rGA4iEMSZ1SXnCk7H9fsEhPPIGivLpOBODhbzbmeG&#10;ibY33tP14HMRIOwSVFB4XydSuqwgg25ga+LgnW1j0AfZ5FI3eAtwU8lRFI2lwZLDQoE1rQrKfg8X&#10;o+Cx3Xzl/ePudImXFX+nPxinn1ulem/txxSEp9a/ws92qhXEY/j/En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wXkixQAAANsAAAAPAAAAAAAAAAAAAAAAAJgCAABkcnMv&#10;ZG93bnJldi54bWxQSwUGAAAAAAQABAD1AAAAigMAAAAA&#10;" path="m1897,c880,,,852,,1876,,2900,840,3768,1904,3774v1064,6,1863,-819,1876,-1876c3781,866,2914,,1897,xe" fillcolor="white [3212]" stroked="f" strokecolor="#c64847 [3209]" strokeweight=".25pt">
                        <v:path arrowok="t" o:connecttype="custom" o:connectlocs="367,0;0,362;369,729;732,367;367,0" o:connectangles="0,0,0,0,0"/>
                      </v:shape>
                    </v:group>
                    <v:group id="Group 2671" o:spid="_x0000_s1082" style="position:absolute;left:585;top:11711;width:3371;height:3371" coordorigin="853,11780" coordsize="3371,33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<v:oval id="Oval 2672" o:spid="_x0000_s1083" style="position:absolute;left:853;top:11780;width:3371;height:3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3w6sIA&#10;AADbAAAADwAAAGRycy9kb3ducmV2LnhtbERPz2vCMBS+D/wfwhO8zVSZY+uMIgWZHjzMDqa3Z/PW&#10;BpuX0sRa/3tzEDx+fL/ny97WoqPWG8cKJuMEBHHhtOFSwW++fv0A4QOyxtoxKbiRh+Vi8DLHVLsr&#10;/1C3D6WIIexTVFCF0KRS+qIii37sGuLI/bvWYoiwLaVu8RrDbS2nSfIuLRqODRU2lFVUnPcXq+CU&#10;bz4Pp902y2YmP/+Zy/exe2OlRsN+9QUiUB+e4od7oxXM4tj4Jf4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fDqwgAAANsAAAAPAAAAAAAAAAAAAAAAAJgCAABkcnMvZG93&#10;bnJldi54bWxQSwUGAAAAAAQABAD1AAAAhwMAAAAA&#10;" fillcolor="#dff0f4 [661]" stroked="f"/>
                      <v:oval id="Oval 2673" o:spid="_x0000_s1084" style="position:absolute;left:1072;top:11999;width:2934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u2PMUA&#10;AADbAAAADwAAAGRycy9kb3ducmV2LnhtbESPT2vCQBTE7wW/w/IKvdVNi0oTsxEpLXgQRC2Kt0f2&#10;5Q/Jvg3ZrcZ++q4geBxm5jdMuhhMK87Uu9qygrdxBII4t7rmUsHP/vv1A4TzyBpby6TgSg4W2egp&#10;xUTbC2/pvPOlCBB2CSqovO8SKV1ekUE3th1x8ArbG/RB9qXUPV4C3LTyPYpm0mDNYaHCjj4rypvd&#10;r1Gwt3Vjrpu/bRFPD/Hkaz3h09Eq9fI8LOcgPA3+Eb63V1rBNIbbl/ADZ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S7Y8xQAAANsAAAAPAAAAAAAAAAAAAAAAAJgCAABkcnMv&#10;ZG93bnJldi54bWxQSwUGAAAAAAQABAD1AAAAigMAAAAA&#10;" filled="f" strokecolor="#60b5cc [3205]" strokeweight="6pt">
                        <v:stroke dashstyle="1 1" endcap="round"/>
                      </v:oval>
                      <v:oval id="Oval 2674" o:spid="_x0000_s1085" style="position:absolute;left:1648;top:12575;width:1781;height:1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YsL8A&#10;AADbAAAADwAAAGRycy9kb3ducmV2LnhtbERPTYvCMBC9L/gfwgh7W1N3oSzVKCrIiiCyVQRvQzM2&#10;1WZSmqj135uD4PHxvsfTztbiRq2vHCsYDhIQxIXTFZcK9rvl1y8IH5A11o5JwYM8TCe9jzFm2t35&#10;n255KEUMYZ+hAhNCk0npC0MW/cA1xJE7udZiiLAtpW7xHsNtLb+TJJUWK44NBhtaGCou+dUqOIf5&#10;z9rg34GPjpPtOd0stqSV+ux3sxGIQF14i1/ulVaQxvXxS/wBcvI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sZiwvwAAANsAAAAPAAAAAAAAAAAAAAAAAJgCAABkcnMvZG93bnJl&#10;di54bWxQSwUGAAAAAAQABAD1AAAAhAMAAAAA&#10;" fillcolor="#9fd2e0 [1941]" stroked="f"/>
                      <v:oval id="Oval 2675" o:spid="_x0000_s1086" style="position:absolute;left:1752;top:12679;width:1573;height:1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/HJMQA&#10;AADbAAAADwAAAGRycy9kb3ducmV2LnhtbESPT4vCMBTE7wt+h/AEb2vqlhWpRpHKguBl/XPw+Gie&#10;bbF5qU202f30mwXB4zAzv2EWq2Aa8aDO1ZYVTMYJCOLC6ppLBafj1/sMhPPIGhvLpOCHHKyWg7cF&#10;Ztr2vKfHwZciQthlqKDyvs2kdEVFBt3YtsTRu9jOoI+yK6XusI9w08iPJJlKgzXHhQpbyisqroe7&#10;URDu4Wbzc/prdru0zK/p9+dm3ys1Gob1HISn4F/hZ3urFUwn8P8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PxyTEAAAA2wAAAA8AAAAAAAAAAAAAAAAAmAIAAGRycy9k&#10;b3ducmV2LnhtbFBLBQYAAAAABAAEAPUAAACJAwAAAAA=&#10;" filled="f" strokecolor="white [3212]" strokeweight="2.25pt">
                        <v:stroke dashstyle="1 1" endcap="round"/>
                      </v:oval>
                      <v:oval id="Oval 2676" o:spid="_x0000_s1087" style="position:absolute;left:1880;top:12806;width:1318;height:1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aSMYA&#10;AADbAAAADwAAAGRycy9kb3ducmV2LnhtbESPQWvCQBSE7wX/w/IEL0U35iAluoraWAQPpZqDx0f2&#10;mYRk38bsVlN/vVso9DjMzDfMYtWbRtyoc5VlBdNJBII4t7riQkF22o3fQDiPrLGxTAp+yMFqOXhZ&#10;YKLtnb/odvSFCBB2CSoovW8TKV1ekkE3sS1x8C62M+iD7AqpO7wHuGlkHEUzabDisFBiS9uS8vr4&#10;bRTUj/T9Gqen6/k1uxyyz039MeVUqdGwX89BeOr9f/ivvdcKZjH8fgk/QC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XaSMYAAADbAAAADwAAAAAAAAAAAAAAAACYAgAAZHJz&#10;L2Rvd25yZXYueG1sUEsFBgAAAAAEAAQA9QAAAIsDAAAAAA==&#10;" fillcolor="#60b5cc [3205]" stroked="f"/>
                    </v:group>
                    <v:group id="Group 2677" o:spid="_x0000_s1088" style="position:absolute;left:10954;top:7787;width:607;height:607" coordorigin="1797,4096" coordsize="666,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<v:shape id="Freeform 2678" o:spid="_x0000_s1089" style="position:absolute;left:1797;top:4096;width:666;height:66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AL+8MA&#10;AADbAAAADwAAAGRycy9kb3ducmV2LnhtbESPT4vCMBTE74LfITzBi6yp7qLSNYoK/jkp6h48Pppn&#10;W7Z5KUnU7rc3C4LHYWZ+w0znjanEnZwvLSsY9BMQxJnVJecKfs7rjwkIH5A1VpZJwR95mM/arSmm&#10;2j74SPdTyEWEsE9RQRFCnUrps4IM+r6tiaN3tc5giNLlUjt8RLip5DBJRtJgyXGhwJpWBWW/p5tR&#10;cF33DmE7SfZkefzpaHnZnHcXpbqdZvENIlAT3uFXe6cVjL7g/0v8A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AL+8MAAADbAAAADwAAAAAAAAAAAAAAAACYAgAAZHJzL2Rv&#10;d25yZXYueG1sUEsFBgAAAAAEAAQA9QAAAIgDAAAAAA==&#10;" path="m1897,c880,,,852,,1876,,2900,840,3768,1904,3774v1064,6,1863,-819,1876,-1876c3781,866,2914,,1897,xe" fillcolor="#bfe1ea [1301]" stroked="f" strokecolor="#c64847 [3209]" strokeweight=".25pt">
                        <v:path arrowok="t" o:connecttype="custom" o:connectlocs="334,0;0,331;335,665;666,334;334,0" o:connectangles="0,0,0,0,0"/>
                      </v:shape>
                      <v:shape id="Freeform 2679" o:spid="_x0000_s1090" style="position:absolute;left:1878;top:4176;width:502;height:50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O248YA&#10;AADbAAAADwAAAGRycy9kb3ducmV2LnhtbESPQWvCQBSE70L/w/IK3nRTwSCpmyAW2x6qYCwUb4/s&#10;M0mbfRuzq4n/vlsQehxm5htmmQ2mEVfqXG1ZwdM0AkFcWF1zqeDzsJksQDiPrLGxTApu5CBLH0ZL&#10;TLTteU/X3JciQNglqKDyvk2kdEVFBt3UtsTBO9nOoA+yK6XusA9w08hZFMXSYM1hocKW1hUVP/nF&#10;KDiuX17jHW6/Z+1eHi7nj6+yP74pNX4cVs8gPA3+P3xvv2sF8Rz+vo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O248YAAADbAAAADwAAAAAAAAAAAAAAAACYAgAAZHJz&#10;L2Rvd25yZXYueG1sUEsFBgAAAAAEAAQA9QAAAIsDAAAAAA==&#10;" path="m1897,c880,,,852,,1876,,2900,840,3768,1904,3774v1064,6,1863,-819,1876,-1876c3781,866,2914,,1897,xe" fillcolor="#60b5cc [3205]" stroked="f" strokecolor="#c64847 [3209]" strokeweight=".25pt">
                        <v:path arrowok="t" o:connecttype="custom" o:connectlocs="252,0;0,251;253,505;502,254;252,0" o:connectangles="0,0,0,0,0"/>
                      </v:shape>
                      <v:shape id="Freeform 2680" o:spid="_x0000_s1091" style="position:absolute;left:1895;top:4194;width:468;height:47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QwMUA&#10;AADbAAAADwAAAGRycy9kb3ducmV2LnhtbESP3WrCQBSE74W+w3IKvRHdGDFK6ipiESv2xp8HOGZP&#10;k7TZsyG7mvj2XUHo5TAz3zDzZWcqcaPGlZYVjIYRCOLM6pJzBefTZjAD4TyyxsoyKbiTg+XipTfH&#10;VNuWD3Q7+lwECLsUFRTe16mULivIoBvamjh437Yx6INscqkbbAPcVDKOokQaLDksFFjTuqDs93g1&#10;CqL2Y+/lJP7Zxf2v8XZVXurr9KLU22u3egfhqfP/4Wf7UytIEnh8C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fFDAxQAAANsAAAAPAAAAAAAAAAAAAAAAAJgCAABkcnMv&#10;ZG93bnJldi54bWxQSwUGAAAAAAQABAD1AAAAigMAAAAA&#10;" path="m1897,c880,,,852,,1876,,2900,840,3768,1904,3774v1064,6,1863,-819,1876,-1876c3781,866,2914,,1897,xe" fillcolor="#9fd2e0 [1941]" stroked="f" strokecolor="#c64847 [3209]" strokeweight=".25pt">
                        <v:path arrowok="t" o:connecttype="custom" o:connectlocs="235,0;0,233;236,469;468,236;235,0" o:connectangles="0,0,0,0,0"/>
                      </v:shape>
                      <v:shape id="Freeform 2681" o:spid="_x0000_s1092" style="position:absolute;left:1965;top:4264;width:330;height:33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WBMYA&#10;AADbAAAADwAAAGRycy9kb3ducmV2LnhtbESPW2vCQBSE3wv+h+UIfRHdtOCF6CpWEFILihfw9ZA9&#10;JtHs2ZBdNfXXuwWhj8PMfMNMZo0pxY1qV1hW8NGLQBCnVhecKTjsl90RCOeRNZaWScEvOZhNW28T&#10;jLW985ZuO5+JAGEXo4Lc+yqW0qU5GXQ9WxEH72Rrgz7IOpO6xnuAm1J+RtFAGiw4LORY0SKn9LK7&#10;GgWP1fc66+w3h2v/q+RjcsZ+8rNS6r3dzMcgPDX+P/xqJ1rBYAh/X8IPkN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EWBMYAAADbAAAADwAAAAAAAAAAAAAAAACYAgAAZHJz&#10;L2Rvd25yZXYueG1sUEsFBgAAAAAEAAQA9QAAAIsDAAAAAA==&#10;" path="m1897,c880,,,852,,1876,,2900,840,3768,1904,3774v1064,6,1863,-819,1876,-1876c3781,866,2914,,1897,xe" fillcolor="white [3212]" stroked="f" strokecolor="#c64847 [3209]" strokeweight=".25pt">
                        <v:path arrowok="t" o:connecttype="custom" o:connectlocs="166,0;0,164;166,329;330,166;166,0" o:connectangles="0,0,0,0,0"/>
                      </v:shape>
                    </v:group>
                    <v:group id="Group 2682" o:spid="_x0000_s1093" style="position:absolute;left:2828;top:14056;width:1026;height:1026" coordorigin="2982,14076" coordsize="1242,1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<v:oval id="Oval 2683" o:spid="_x0000_s1094" style="position:absolute;left:2982;top:14076;width:1242;height:1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FIOcYA&#10;AADbAAAADwAAAGRycy9kb3ducmV2LnhtbESPQWvCQBSE74X+h+UVepG60YNodBW1qQg9iJpDj4/s&#10;MwnJvo3ZrUZ/fVcQehxm5htmtuhMLS7UutKygkE/AkGcWV1yriA9fn2MQTiPrLG2TApu5GAxf32Z&#10;Yaztlfd0OfhcBAi7GBUU3jexlC4ryKDr24Y4eCfbGvRBtrnULV4D3NRyGEUjabDksFBgQ+uCsurw&#10;axRU9+TzPEyO559eevpOd6tqM+BEqfe3bjkF4anz/+Fne6sVjCbw+BJ+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FIOcYAAADbAAAADwAAAAAAAAAAAAAAAACYAgAAZHJz&#10;L2Rvd25yZXYueG1sUEsFBgAAAAAEAAQA9QAAAIsDAAAAAA==&#10;" fillcolor="#60b5cc [3205]" stroked="f"/>
                      <v:oval id="Oval 2684" o:spid="_x0000_s1095" style="position:absolute;left:3198;top:14292;width:810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cbcIA&#10;AADbAAAADwAAAGRycy9kb3ducmV2LnhtbERP3WrCMBS+F/YO4Qy803RlTFdNS7cp82IwdD7AoTk2&#10;Zc1JadLavf1yIXj58f1vi8m2YqTeN44VPC0TEMSV0w3XCs4/+8UahA/IGlvHpOCPPBT5w2yLmXZX&#10;PtJ4CrWIIewzVGBC6DIpfWXIol+6jjhyF9dbDBH2tdQ9XmO4bWWaJC/SYsOxwWBH74aq39NgFbw9&#10;h/JzN3x874/rC6b+tfwaTKnU/HEqNyACTeEuvrkPWsEqro9f4g+Q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OBxtwgAAANsAAAAPAAAAAAAAAAAAAAAAAJgCAABkcnMvZG93&#10;bnJldi54bWxQSwUGAAAAAAQABAD1AAAAhwMAAAAA&#10;" fillcolor="white [3212]" stroked="f"/>
                      <v:shape id="Freeform 2685" o:spid="_x0000_s1096" style="position:absolute;left:3288;top:14383;width:630;height:629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YAcUA&#10;AADbAAAADwAAAGRycy9kb3ducmV2LnhtbESPT2vCQBDF70K/wzKF3nSj9I9EN6G1iAX1EBXPQ3bM&#10;BrOzMbvV+O27hUKPjzfv9+bN89424kqdrx0rGI8SEMSl0zVXCg775XAKwgdkjY1jUnAnD3n2MJhj&#10;qt2NC7ruQiUihH2KCkwIbSqlLw1Z9CPXEkfv5DqLIcqukrrDW4TbRk6S5FVarDk2GGxpYag8775t&#10;fGNNK8Nb1xyPl83zZ/Fy/9iuF0o9PfbvMxCB+vB//Jf+0grexvC7JQJ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o9gBxQAAANsAAAAPAAAAAAAAAAAAAAAAAJgCAABkcnMv&#10;ZG93bnJldi54bWxQSwUGAAAAAAQABAD1AAAAigMAAAAA&#10;" path="m1897,c880,,,852,,1876,,2900,840,3768,1904,3774v1064,6,1863,-819,1876,-1876c3781,866,2914,,1897,xe" filled="f" fillcolor="white [3212]" strokecolor="#60b5cc [3205]" strokeweight="2.25pt">
                        <v:stroke dashstyle="1 1" endcap="round"/>
                        <v:path arrowok="t" o:connecttype="custom" o:connectlocs="316,0;0,312;317,628;630,316;316,0" o:connectangles="0,0,0,0,0"/>
                      </v:shape>
                    </v:group>
                    <v:group id="Group 2686" o:spid="_x0000_s1097" style="position:absolute;left:6751;top:10171;width:4913;height:4911" coordorigin="1960,8862" coordsize="4913,49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<v:shape id="Freeform 2687" o:spid="_x0000_s1098" style="position:absolute;left:1960;top:8862;width:4913;height:4911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AFUsMA&#10;AADbAAAADwAAAGRycy9kb3ducmV2LnhtbESPT4vCMBTE74LfITxhL6KpK1ipRtkVXD2t+Ofg8dE8&#10;22LzUpKs1m9vhAWPw8z8hpkvW1OLGzlfWVYwGiYgiHOrKy4UnI7rwRSED8gaa8uk4EEelotuZ46Z&#10;tnfe0+0QChEh7DNUUIbQZFL6vCSDfmgb4uhdrDMYonSF1A7vEW5q+ZkkE2mw4rhQYkOrkvLr4c8o&#10;uKz7u7CZJr9kOR07+j7/HLdnpT567dcMRKA2vMP/7a1WkI7h9SX+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AFUsMAAADbAAAADwAAAAAAAAAAAAAAAACYAgAAZHJzL2Rv&#10;d25yZXYueG1sUEsFBgAAAAAEAAQA9QAAAIgDAAAAAA==&#10;" path="m1897,c880,,,852,,1876,,2900,840,3768,1904,3774v1064,6,1863,-819,1876,-1876c3781,866,2914,,1897,xe" fillcolor="#bfe1ea [1301]" stroked="f" strokecolor="#c64847 [3209]" strokeweight=".25pt">
                        <v:path arrowok="t" o:connecttype="custom" o:connectlocs="2465,0;0,2437;2474,4903;4912,2466;2465,0" o:connectangles="0,0,0,0,0"/>
                      </v:shape>
                      <v:shape id="Freeform 2688" o:spid="_x0000_s1099" style="position:absolute;left:2557;top:9459;width:3719;height:3717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aFpcYA&#10;AADbAAAADwAAAGRycy9kb3ducmV2LnhtbESPQWvCQBSE7wX/w/KE3upGKVpiNlIU2x60YBTE2yP7&#10;TFKzb9PsauK/7xYKPQ4z8w2TLHpTixu1rrKsYDyKQBDnVldcKDjs108vIJxH1lhbJgV3crBIBw8J&#10;xtp2vKNb5gsRIOxiVFB638RSurwkg25kG+LgnW1r0AfZFlK32AW4qeUkiqbSYMVhocSGliXll+xq&#10;FJyWq7fpJ26/Js1O7q/fm2PRnd6Vehz2r3MQnnr/H/5rf2gFs2f4/RJ+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aFpcYAAADbAAAADwAAAAAAAAAAAAAAAACYAgAAZHJz&#10;L2Rvd25yZXYueG1sUEsFBgAAAAAEAAQA9QAAAIsDAAAAAA==&#10;" path="m1897,c880,,,852,,1876,,2900,840,3768,1904,3774v1064,6,1863,-819,1876,-1876c3781,866,2914,,1897,xe" fillcolor="#60b5cc [3205]" stroked="f" strokecolor="#c64847 [3209]" strokeweight=".25pt">
                        <v:path arrowok="t" o:connecttype="custom" o:connectlocs="1866,0;0,1845;1873,3711;3718,1866;1866,0" o:connectangles="0,0,0,0,0"/>
                      </v:shape>
                      <v:shape id="Freeform 2689" o:spid="_x0000_s1100" style="position:absolute;left:2708;top:9609;width:3418;height:341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7NcYA&#10;AADbAAAADwAAAGRycy9kb3ducmV2LnhtbESP3WrCQBSE7wu+w3KE3hTdKKRKdJVWEFIFxR/w9pA9&#10;JtHs2ZBdNe3Tu4VCL4eZ+YaZzltTiTs1rrSsYNCPQBBnVpecKzgelr0xCOeRNVaWScE3OZjPOi9T&#10;TLR98I7ue5+LAGGXoILC+zqR0mUFGXR9WxMH72wbgz7IJpe6wUeAm0oOo+hdGiw5LBRY06Kg7Lq/&#10;GQU/q69N/nbYHm/xZ8Wn9IJxul4p9dptPyYgPLX+P/zXTrWCUQy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a7NcYAAADbAAAADwAAAAAAAAAAAAAAAACYAgAAZHJz&#10;L2Rvd25yZXYueG1sUEsFBgAAAAAEAAQA9QAAAIsDAAAAAA==&#10;" path="m1897,c880,,,852,,1876,,2900,840,3768,1904,3774v1064,6,1863,-819,1876,-1876c3781,866,2914,,1897,xe" fillcolor="white [3212]" stroked="f" strokecolor="#c64847 [3209]" strokeweight=".25pt">
                        <v:path arrowok="t" o:connecttype="custom" o:connectlocs="1715,0;0,1695;1721,3411;3417,1715;1715,0" o:connectangles="0,0,0,0,0"/>
                      </v:shape>
                      <v:shape id="Freeform 2690" o:spid="_x0000_s1101" style="position:absolute;left:2315;top:9221;width:4202;height:4192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d/yMMA&#10;AADbAAAADwAAAGRycy9kb3ducmV2LnhtbESPT2sCMRTE70K/Q3iFXhbNVvAPW6MUwXbBk9reH5vX&#10;ZOnmZd1EXb+9EQSPw8z8hlmseteIM3Wh9qzgfZSDIK68rtko+DlshnMQISJrbDyTgisFWC1fBgss&#10;tL/wjs77aESCcChQgY2xLaQMlSWHYeRb4uT9+c5hTLIzUnd4SXDXyHGeT6XDmtOCxZbWlqr//ckp&#10;GGd9w+Xk65symxlTXn9Px+1GqbfX/vMDRKQ+PsOPdqkVzKZw/5J+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d/yMMAAADbAAAADwAAAAAAAAAAAAAAAACYAgAAZHJzL2Rv&#10;d25yZXYueG1sUEsFBgAAAAAEAAQA9QAAAIgDAAAAAA==&#10;" path="m1897,c880,,,852,,1876,,2900,840,3768,1904,3774v1064,6,1863,-819,1876,-1876c3781,866,2914,,1897,xe" filled="f" fillcolor="white [3212]" strokecolor="white [3212]" strokeweight="3pt">
                        <v:stroke dashstyle="1 1" endcap="round"/>
                        <v:path arrowok="t" o:connecttype="custom" o:connectlocs="2108,0;0,2080;2116,4185;4201,2105;2108,0" o:connectangles="0,0,0,0,0"/>
                      </v:shape>
                      <v:shape id="Freeform 2691" o:spid="_x0000_s1102" style="position:absolute;left:2107;top:9012;width:4620;height:461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meI8IA&#10;AADbAAAADwAAAGRycy9kb3ducmV2LnhtbESPQWvCQBSE7wX/w/IEL0U3tdBIdBURFK+1Hjw+s88k&#10;JPteyG5N/PeuUOhxmJlvmNVmcI26U+crYQMfswQUcS624sLA+Wc/XYDyAdliI0wGHuRhsx69rTCz&#10;0vM33U+hUBHCPkMDZQhtprXPS3LoZ9ISR+8mncMQZVdo22Ef4a7R8yT50g4rjgsltrQrKa9Pv87A&#10;TWr6vOyuh/TyXktyXDx6SStjJuNhuwQVaAj/4b/20RpIU3h9iT9Ar5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+Z4jwgAAANsAAAAPAAAAAAAAAAAAAAAAAJgCAABkcnMvZG93&#10;bnJldi54bWxQSwUGAAAAAAQABAD1AAAAhwMAAAAA&#10;" path="m1897,c880,,,852,,1876,,2900,840,3768,1904,3774v1064,6,1863,-819,1876,-1876c3781,866,2914,,1897,xe" filled="f" fillcolor="white [3212]" strokecolor="#60b5cc [3205]" strokeweight="1.5pt">
                        <v:stroke dashstyle="1 1" endcap="round"/>
                        <v:path arrowok="t" o:connecttype="custom" o:connectlocs="2318,0;0,2288;2326,4603;4619,2315;2318,0" o:connectangles="0,0,0,0,0"/>
                      </v:shape>
                    </v:group>
                    <v:group id="Group 2692" o:spid="_x0000_s1103" style="position:absolute;left:8583;top:8321;width:2902;height:2900" coordorigin="8936,8306" coordsize="2902,2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<v:shape id="Freeform 2693" o:spid="_x0000_s1104" style="position:absolute;left:8936;top:8306;width:2902;height:290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cqO8YA&#10;AADbAAAADwAAAGRycy9kb3ducmV2LnhtbESPQWvCQBSE74X+h+UJvdWNHqyN2UhRbHtQwSiIt0f2&#10;maTNvk2zq4n/vlsQehxm5hsmmfemFldqXWVZwWgYgSDOra64UHDYr56nIJxH1lhbJgU3cjBPHx8S&#10;jLXteEfXzBciQNjFqKD0vomldHlJBt3QNsTBO9vWoA+yLaRusQtwU8txFE2kwYrDQokNLUrKv7OL&#10;UXBaLN8nW9x8jZud3F9+1seiO30o9TTo32YgPPX+P3xvf2oFL6/w9yX8AJ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cqO8YAAADbAAAADwAAAAAAAAAAAAAAAACYAgAAZHJz&#10;L2Rvd25yZXYueG1sUEsFBgAAAAAEAAQA9QAAAIsDAAAAAA==&#10;" path="m1897,c880,,,852,,1876,,2900,840,3768,1904,3774v1064,6,1863,-819,1876,-1876c3781,866,2914,,1897,xe" fillcolor="#60b5cc [3205]" stroked="f" strokecolor="#c64847 [3209]" strokeweight=".25pt">
                        <v:path arrowok="t" o:connecttype="custom" o:connectlocs="1456,0;0,1439;1461,2895;2901,1456;1456,0" o:connectangles="0,0,0,0,0"/>
                      </v:shape>
                      <v:shape id="Freeform 2694" o:spid="_x0000_s1105" style="position:absolute;left:9289;top:8659;width:2196;height:2194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WL1cEA&#10;AADbAAAADwAAAGRycy9kb3ducmV2LnhtbERPzYrCMBC+C/sOYQQvoul2cZVqFFkRFb2s+gBjM7Z1&#10;m0lpou2+vTkIHj++/9miNaV4UO0Kywo+hxEI4tTqgjMF59N6MAHhPLLG0jIp+CcHi/lHZ4aJtg3/&#10;0uPoMxFC2CWoIPe+SqR0aU4G3dBWxIG72tqgD7DOpK6xCeGmlHEUfUuDBYeGHCv6ySn9O96NgqhZ&#10;7b0cxbdd3D98bZbFpbqPL0r1uu1yCsJT69/il3urFUzC+vAl/AA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Vi9XBAAAA2wAAAA8AAAAAAAAAAAAAAAAAmAIAAGRycy9kb3du&#10;cmV2LnhtbFBLBQYAAAAABAAEAPUAAACGAwAAAAA=&#10;" path="m1897,c880,,,852,,1876,,2900,840,3768,1904,3774v1064,6,1863,-819,1876,-1876c3781,866,2914,,1897,xe" fillcolor="#9fd2e0 [1941]" stroked="f" strokecolor="#c64847 [3209]" strokeweight=".25pt">
                        <v:path arrowok="t" o:connecttype="custom" o:connectlocs="1102,0;0,1089;1106,2191;2195,1102;1102,0" o:connectangles="0,0,0,0,0"/>
                      </v:shape>
                      <v:shape id="Freeform 2695" o:spid="_x0000_s1106" style="position:absolute;left:9434;top:8803;width:1908;height:190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RWGsYA&#10;AADbAAAADwAAAGRycy9kb3ducmV2LnhtbESPQWvCQBSE7wX/w/IEb83GHIKkWaUo2h60oCkUb4/s&#10;a5I2+zZmVxP/fbdQ6HGYmW+YfDWaVtyod41lBfMoBkFcWt1wpeC92D4uQDiPrLG1TAru5GC1nDzk&#10;mGk78JFuJ1+JAGGXoYLa+y6T0pU1GXSR7YiD92l7gz7IvpK6xyHATSuTOE6lwYbDQo0drWsqv09X&#10;o+C83uzSNzx8Jd1RFtfL/qMazi9Kzabj8xMIT6P/D/+1X7WCxRx+v4Qf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RWGsYAAADbAAAADwAAAAAAAAAAAAAAAACYAgAAZHJz&#10;L2Rvd25yZXYueG1sUEsFBgAAAAAEAAQA9QAAAIsDAAAAAA==&#10;" path="m1897,c880,,,852,,1876,,2900,840,3768,1904,3774v1064,6,1863,-819,1876,-1876c3781,866,2914,,1897,xe" fillcolor="#60b5cc [3205]" stroked="f" strokecolor="#c64847 [3209]" strokeweight=".25pt">
                        <v:path arrowok="t" o:connecttype="custom" o:connectlocs="957,0;0,946;961,1903;1907,957;957,0" o:connectangles="0,0,0,0,0"/>
                      </v:shape>
                      <v:shape id="Freeform 2696" o:spid="_x0000_s1107" style="position:absolute;left:9828;top:9198;width:1118;height:111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/qcsUA&#10;AADbAAAADwAAAGRycy9kb3ducmV2LnhtbESPQWvCQBSE7wX/w/IEb3WjB03TbKSIBcVLExV7fGRf&#10;k2D2bchuTfz33UKhx2FmvmHSzWhacafeNZYVLOYRCOLS6oYrBefT+3MMwnlkja1lUvAgB5ts8pRi&#10;ou3AOd0LX4kAYZeggtr7LpHSlTUZdHPbEQfvy/YGfZB9JXWPQ4CbVi6jaCUNNhwWauxoW1N5K76N&#10;gsvxRHFz3eX5sH65fTy29lBcP5WaTce3VxCeRv8f/mvvtYJ4Cb9fwg+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+pyxQAAANsAAAAPAAAAAAAAAAAAAAAAAJgCAABkcnMv&#10;ZG93bnJldi54bWxQSwUGAAAAAAQABAD1AAAAigMAAAAA&#10;" path="m1897,c880,,,852,,1876,,2900,840,3768,1904,3774v1064,6,1863,-819,1876,-1876c3781,866,2914,,1897,xe" fillcolor="#dff0f4 [661]" stroked="f" strokecolor="#c64847 [3209]" strokeweight=".25pt">
                        <v:path arrowok="t" o:connecttype="custom" o:connectlocs="561,0;0,554;563,1114;1118,560;561,0" o:connectangles="0,0,0,0,0"/>
                      </v:shape>
                      <v:shape id="Freeform 2697" o:spid="_x0000_s1108" style="position:absolute;left:9696;top:9067;width:1382;height:1379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J4wMIA&#10;AADbAAAADwAAAGRycy9kb3ducmV2LnhtbESPwWrDMBBE74X8g9hAbo0cB0LiRjElYOjBPTRN7ltp&#10;a5tYKyOptvv3VaHQ4zAzb5hjOdtejORD51jBZp2BINbOdNwouL5Xj3sQISIb7B2Tgm8KUJ4WD0cs&#10;jJv4jcZLbESCcChQQRvjUEgZdEsWw9oNxMn7dN5iTNI30nicEtz2Ms+ynbTYcVpocaBzS/p++bIK&#10;GlN7+3HQ99eBw20357oap1qp1XJ+fgIRaY7/4b/2i1Gw38Lvl/QD5O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InjAwgAAANsAAAAPAAAAAAAAAAAAAAAAAJgCAABkcnMvZG93&#10;bnJldi54bWxQSwUGAAAAAAQABAD1AAAAhwMAAAAA&#10;" path="m1897,c880,,,852,,1876,,2900,840,3768,1904,3774v1064,6,1863,-819,1876,-1876c3781,866,2914,,1897,xe" filled="f" fillcolor="white [3212]" strokecolor="white [3212]" strokeweight="2.25pt">
                        <v:stroke dashstyle="1 1" endcap="round"/>
                        <v:path arrowok="t" o:connecttype="custom" o:connectlocs="693,0;0,684;696,1377;1382,692;693,0" o:connectangles="0,0,0,0,0"/>
                      </v:shape>
                    </v:group>
                    <v:group id="Group 2698" o:spid="_x0000_s1109" style="position:absolute;left:894;top:3774;width:702;height:702" coordorigin="1797,4096" coordsize="666,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<v:shape id="Freeform 2699" o:spid="_x0000_s1110" style="position:absolute;left:1797;top:4096;width:666;height:66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BImsQA&#10;AADbAAAADwAAAGRycy9kb3ducmV2LnhtbESPT2sCMRTE7wW/Q3hCL0WzVlqX1Si2YOvJ4uphj4/N&#10;2z+4eVmSVNdv3xQKPQ4z8xtmtRlMJ67kfGtZwWyagCAurW65VnA+7SYpCB+QNXaWScGdPGzWo4cV&#10;Ztre+EjXPNQiQthnqKAJoc+k9GVDBv3U9sTRq6wzGKJ0tdQObxFuOvmcJK/SYMtxocGe3hsqL/m3&#10;UVDtnr7CZ5ocyPJi7uit+DjtC6Uex8N2CSLQEP7Df+29VpC+wO+X+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ASJrEAAAA2wAAAA8AAAAAAAAAAAAAAAAAmAIAAGRycy9k&#10;b3ducmV2LnhtbFBLBQYAAAAABAAEAPUAAACJAwAAAAA=&#10;" path="m1897,c880,,,852,,1876,,2900,840,3768,1904,3774v1064,6,1863,-819,1876,-1876c3781,866,2914,,1897,xe" fillcolor="#bfe1ea [1301]" stroked="f" strokecolor="#c64847 [3209]" strokeweight=".25pt">
                        <v:path arrowok="t" o:connecttype="custom" o:connectlocs="334,0;0,331;335,665;666,334;334,0" o:connectangles="0,0,0,0,0"/>
                      </v:shape>
                      <v:shape id="Freeform 2700" o:spid="_x0000_s1111" style="position:absolute;left:1878;top:4176;width:502;height:506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3ObsUA&#10;AADbAAAADwAAAGRycy9kb3ducmV2LnhtbESPT4vCMBTE78J+h/AEb5rqoUg1irisuwcV/AOLt0fz&#10;tq3bvNQm2vrtjSB4HGbmN8x03ppS3Kh2hWUFw0EEgji1uuBMwfHw1R+DcB5ZY2mZFNzJwXz20Zli&#10;om3DO7rtfSYChF2CCnLvq0RKl+Zk0A1sRRy8P1sb9EHWmdQ1NgFuSjmKolgaLDgs5FjRMqf0f381&#10;Ck7Lz1W8xc15VO3k4XpZ/2bN6VupXrddTEB4av07/Gr/aAXjGJ5fw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bc5uxQAAANsAAAAPAAAAAAAAAAAAAAAAAJgCAABkcnMv&#10;ZG93bnJldi54bWxQSwUGAAAAAAQABAD1AAAAigMAAAAA&#10;" path="m1897,c880,,,852,,1876,,2900,840,3768,1904,3774v1064,6,1863,-819,1876,-1876c3781,866,2914,,1897,xe" fillcolor="#60b5cc [3205]" stroked="f" strokecolor="#c64847 [3209]" strokeweight=".25pt">
                        <v:path arrowok="t" o:connecttype="custom" o:connectlocs="252,0;0,251;253,505;502,254;252,0" o:connectangles="0,0,0,0,0"/>
                      </v:shape>
                      <v:shape id="Freeform 2701" o:spid="_x0000_s1112" style="position:absolute;left:1895;top:4194;width:468;height:47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TocUA&#10;AADbAAAADwAAAGRycy9kb3ducmV2LnhtbESP0WrCQBRE3wX/YblCX6RujNiE1FWkpdiiL7X9gJvs&#10;bZKavRuyq0n/visIPg4zc4ZZbQbTiAt1rrasYD6LQBAXVtdcKvj+entMQTiPrLGxTAr+yMFmPR6t&#10;MNO250+6HH0pAoRdhgoq79tMSldUZNDNbEscvB/bGfRBdqXUHfYBbhoZR9GTNFhzWKiwpZeKitPx&#10;bBRE/evey2X8+xFPD4vdts7bc5Ir9TAZts8gPA3+Hr6137WCNIHrl/AD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PBOhxQAAANsAAAAPAAAAAAAAAAAAAAAAAJgCAABkcnMv&#10;ZG93bnJldi54bWxQSwUGAAAAAAQABAD1AAAAigMAAAAA&#10;" path="m1897,c880,,,852,,1876,,2900,840,3768,1904,3774v1064,6,1863,-819,1876,-1876c3781,866,2914,,1897,xe" fillcolor="#9fd2e0 [1941]" stroked="f" strokecolor="#c64847 [3209]" strokeweight=".25pt">
                        <v:path arrowok="t" o:connecttype="custom" o:connectlocs="235,0;0,233;236,469;468,236;235,0" o:connectangles="0,0,0,0,0"/>
                      </v:shape>
                      <v:shape id="Freeform 2702" o:spid="_x0000_s1113" style="position:absolute;left:1965;top:4264;width:330;height:330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JkjMEA&#10;AADbAAAADwAAAGRycy9kb3ducmV2LnhtbERPy4rCMBTdD/gP4QpuRFMHFKlGUWGgKig+wO2lubbV&#10;5qY0UTvz9WYhzPJw3tN5Y0rxpNoVlhUM+hEI4tTqgjMF59NPbwzCeWSNpWVS8EsO5rPW1xRjbV98&#10;oOfRZyKEsItRQe59FUvp0pwMur6tiAN3tbVBH2CdSV3jK4SbUn5H0UgaLDg05FjRKqf0fnwYBX+b&#10;9S7rnvbnx3BZ8iW54TDZbpTqtJvFBISnxv+LP+5EKxiHseFL+AF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yZIzBAAAA2wAAAA8AAAAAAAAAAAAAAAAAmAIAAGRycy9kb3du&#10;cmV2LnhtbFBLBQYAAAAABAAEAPUAAACGAwAAAAA=&#10;" path="m1897,c880,,,852,,1876,,2900,840,3768,1904,3774v1064,6,1863,-819,1876,-1876c3781,866,2914,,1897,xe" fillcolor="white [3212]" stroked="f" strokecolor="#c64847 [3209]" strokeweight=".25pt">
                        <v:path arrowok="t" o:connecttype="custom" o:connectlocs="166,0;0,164;166,329;330,166;166,0" o:connectangles="0,0,0,0,0"/>
                      </v:shape>
                    </v:group>
                    <v:group id="Group 2703" o:spid="_x0000_s1114" style="position:absolute;left:542;top:4301;width:915;height:915" coordorigin="6068,5331" coordsize="915,9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<v:oval id="Oval 2704" o:spid="_x0000_s1115" style="position:absolute;left:6068;top:5331;width:915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6Rg8MA&#10;AADbAAAADwAAAGRycy9kb3ducmV2LnhtbERPPW/CMBDdkfgP1iF1qcCBAZWAQbRNEVIHRMjAeIqP&#10;JEp8DrELaX89HioxPr3v1aY3jbhR5yrLCqaTCARxbnXFhYLs9DV+A+E8ssbGMin4JQeb9XCwwljb&#10;Ox/plvpChBB2MSoovW9jKV1ekkE3sS1x4C62M+gD7AqpO7yHcNPIWRTNpcGKQ0OJLX2UlNfpj1FQ&#10;/yWf11lyup5fs8t3dnivd1NOlHoZ9dslCE+9f4r/3XutYBHWhy/hB8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6Rg8MAAADbAAAADwAAAAAAAAAAAAAAAACYAgAAZHJzL2Rv&#10;d25yZXYueG1sUEsFBgAAAAAEAAQA9QAAAIgDAAAAAA==&#10;" fillcolor="#60b5cc [3205]" stroked="f"/>
                      <v:oval id="Oval 2705" o:spid="_x0000_s1116" style="position:absolute;left:6262;top:5526;width:52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hfDMQA&#10;AADbAAAADwAAAGRycy9kb3ducmV2LnhtbESPzWrDMBCE74W+g9hAb7VsU0riRAnuT2gOhRAnD7BY&#10;G8vEWhlLTty3rwqBHoeZ+YZZbSbbiSsNvnWsIEtSEMS10y03Ck7H7fMchA/IGjvHpOCHPGzWjw8r&#10;LLS78YGuVWhEhLAvUIEJoS+k9LUhiz5xPXH0zm6wGKIcGqkHvEW47WSepq/SYstxwWBP74bqSzVa&#10;BW8vofz6HD/228P8jLlflN+jKZV6mk3lEkSgKfyH7+2dVrDI4O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4XwzEAAAA2wAAAA8AAAAAAAAAAAAAAAAAmAIAAGRycy9k&#10;b3ducmV2LnhtbFBLBQYAAAAABAAEAPUAAACJAwAAAAA=&#10;" fillcolor="white [3212]" stroked="f"/>
                      <v:oval id="Oval 2706" o:spid="_x0000_s1117" style="position:absolute;left:6287;top:5550;width:478;height: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rTe8MA&#10;AADbAAAADwAAAGRycy9kb3ducmV2LnhtbESP3YrCMBSE7xd8h3AE7zRVQdZqFBWWlQURfxC8OzTH&#10;ptqclCZq9+3NgrCXw8x8w0znjS3Fg2pfOFbQ7yUgiDOnC84VHA9f3U8QPiBrLB2Tgl/yMJ+1PqaY&#10;avfkHT32IRcRwj5FBSaEKpXSZ4Ys+p6riKN3cbXFEGWdS13jM8JtKQdJMpIWC44LBitaGcpu+7tV&#10;cA3L4Y/B7xOfHSfb62iz2pJWqtNuFhMQgZrwH36311rBeAB/X+IP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rTe8MAAADbAAAADwAAAAAAAAAAAAAAAACYAgAAZHJzL2Rv&#10;d25yZXYueG1sUEsFBgAAAAAEAAQA9QAAAIgDAAAAAA==&#10;" fillcolor="#9fd2e0 [1941]" stroked="f"/>
                    </v:group>
                    <v:group id="Group 2707" o:spid="_x0000_s1118" style="position:absolute;left:10202;top:10297;width:1479;height:1479" coordorigin="7983,9611" coordsize="2076,20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<v:group id="Group 2708" o:spid="_x0000_s1119" style="position:absolute;left:7983;top:9611;width:2076;height:2076" coordorigin="543,633" coordsize="2478,2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<v:shape id="Freeform 2709" o:spid="_x0000_s1120" style="position:absolute;left:543;top:633;width:2478;height:2478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u+kMYA&#10;AADbAAAADwAAAGRycy9kb3ducmV2LnhtbESP0WrCQBRE3wv9h+UWfBHdNEWtMauIIq3oi9oPuMne&#10;Jmmzd0N2NenfdwtCH4eZOcOkq97U4katqywreB5HIIhzqysuFHxcdqNXEM4ja6wtk4IfcrBaPj6k&#10;mGjb8YluZ1+IAGGXoILS+yaR0uUlGXRj2xAH79O2Bn2QbSF1i12Am1rGUTSVBisOCyU2tCkp/z5f&#10;jYKo2x68nMRf+3h4fHlbV1lznWVKDZ769QKEp97/h+/td61gPo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u+kMYAAADbAAAADwAAAAAAAAAAAAAAAACYAgAAZHJz&#10;L2Rvd25yZXYueG1sUEsFBgAAAAAEAAQA9QAAAIsDAAAAAA==&#10;" path="m1897,c880,,,852,,1876,,2900,840,3768,1904,3774v1064,6,1863,-819,1876,-1876c3781,866,2914,,1897,xe" fillcolor="#9fd2e0 [1941]" stroked="f" strokecolor="#c64847 [3209]" strokeweight=".25pt">
                          <v:path arrowok="t" o:connecttype="custom" o:connectlocs="1243,0;0,1230;1248,2474;2477,1244;1243,0" o:connectangles="0,0,0,0,0"/>
                        </v:shape>
                        <v:shape id="Freeform 2710" o:spid="_x0000_s1121" style="position:absolute;left:707;top:796;width:2152;height:2152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16rMQA&#10;AADbAAAADwAAAGRycy9kb3ducmV2LnhtbESPT4vCMBTE74LfITxhb5q6B/9Uo4i4sIsXW3fR46N5&#10;tsXmpTRZW7+9EQSPw8z8hlmuO1OJGzWutKxgPIpAEGdWl5wr+D1+DWcgnEfWWFkmBXdysF71e0uM&#10;tW05oVvqcxEg7GJUUHhfx1K6rCCDbmRr4uBdbGPQB9nkUjfYBrip5GcUTaTBksNCgTVtC8qu6b9R&#10;8Lc/0qw87ZKknc6vh/vW/qSns1Ifg26zAOGp8+/wq/2tFcwn8PwSf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deqzEAAAA2wAAAA8AAAAAAAAAAAAAAAAAmAIAAGRycy9k&#10;b3ducmV2LnhtbFBLBQYAAAAABAAEAPUAAACJAwAAAAA=&#10;" path="m1897,c880,,,852,,1876,,2900,840,3768,1904,3774v1064,6,1863,-819,1876,-1876c3781,866,2914,,1897,xe" fillcolor="#dff0f4 [661]" stroked="f" strokecolor="#c64847 [3209]" strokeweight=".25pt">
                          <v:path arrowok="t" o:connecttype="custom" o:connectlocs="1080,0;0,1068;1084,2149;2151,1081;1080,0" o:connectangles="0,0,0,0,0"/>
                        </v:shape>
                        <v:shape id="Freeform 2711" o:spid="_x0000_s1122" style="position:absolute;left:1149;top:1241;width:1266;height:1262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mI8YA&#10;AADbAAAADwAAAGRycy9kb3ducmV2LnhtbESP3WrCQBSE7wu+w3IEb4puFKwaXaUKQrRQ8Qe8PWSP&#10;SWz2bMiumvbp3UKhl8PMfMPMFo0pxZ1qV1hW0O9FIIhTqwvOFJyO6+4YhPPIGkvLpOCbHCzmrZcZ&#10;xto+eE/3g89EgLCLUUHufRVL6dKcDLqerYiDd7G1QR9knUld4yPATSkHUfQmDRYcFnKsaJVT+nW4&#10;GQU/281n9nrcnW7DZcnn5IrD5GOrVKfdvE9BeGr8f/ivnWgFkxH8fgk/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RmI8YAAADbAAAADwAAAAAAAAAAAAAAAACYAgAAZHJz&#10;L2Rvd25yZXYueG1sUEsFBgAAAAAEAAQA9QAAAIsDAAAAAA==&#10;" path="m1897,c880,,,852,,1876,,2900,840,3768,1904,3774v1064,6,1863,-819,1876,-1876c3781,866,2914,,1897,xe" fillcolor="white [3212]" stroked="f" strokecolor="#c64847 [3209]" strokeweight=".25pt">
                          <v:path arrowok="t" o:connecttype="custom" o:connectlocs="635,0;0,626;638,1260;1266,634;635,0" o:connectangles="0,0,0,0,0"/>
                        </v:shape>
                        <v:shape id="Freeform 2712" o:spid="_x0000_s1123" style="position:absolute;left:1389;top:1481;width:771;height:769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hx2cAA&#10;AADbAAAADwAAAGRycy9kb3ducmV2LnhtbERPy4rCMBTdC/5DuMJsRFMd0FqNooKjqxl8LFxemmtb&#10;bG5KktHO308WgsvDeS9WranFg5yvLCsYDRMQxLnVFRcKLufdIAXhA7LG2jIp+CMPq2W3s8BM2ycf&#10;6XEKhYgh7DNUUIbQZFL6vCSDfmgb4sjdrDMYInSF1A6fMdzUcpwkE2mw4thQYkPbkvL76dcouO36&#10;P2GfJt9kefrpaHP9Oh+uSn302vUcRKA2vMUv90ErmMWx8Uv8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lhx2cAAAADbAAAADwAAAAAAAAAAAAAAAACYAgAAZHJzL2Rvd25y&#10;ZXYueG1sUEsFBgAAAAAEAAQA9QAAAIUDAAAAAA==&#10;" path="m1897,c880,,,852,,1876,,2900,840,3768,1904,3774v1064,6,1863,-819,1876,-1876c3781,866,2914,,1897,xe" fillcolor="#bfe1ea [1301]" stroked="f" strokecolor="#c64847 [3209]" strokeweight=".25pt">
                          <v:path arrowok="t" o:connecttype="custom" o:connectlocs="387,0;0,382;388,768;771,386;387,0" o:connectangles="0,0,0,0,0"/>
                        </v:shape>
                      </v:group>
                      <v:shape id="Freeform 2713" o:spid="_x0000_s1124" style="position:absolute;left:8250;top:9880;width:1542;height:1538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rqJ8UA&#10;AADbAAAADwAAAGRycy9kb3ducmV2LnhtbESPS2vDMBCE74X+B7GF3Gq5gbycKKEOhLahtOR5Xqyt&#10;ZWqtjKUmzr+PAoEeh5n5hpktOluLE7W+cqzgJUlBEBdOV1wq2O9Wz2MQPiBrrB2Tggt5WMwfH2aY&#10;aXfmDZ22oRQRwj5DBSaEJpPSF4Ys+sQ1xNH7ca3FEGVbSt3iOcJtLftpOpQWK44LBhtaGip+t39W&#10;weAtPwyP5nD8+vj+XOf5qBlLPVCq99S9TkEE6sJ/+N5+1womE7h9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CuonxQAAANsAAAAPAAAAAAAAAAAAAAAAAJgCAABkcnMv&#10;ZG93bnJldi54bWxQSwUGAAAAAAQABAD1AAAAigMAAAAA&#10;" path="m1897,c880,,,852,,1876,,2900,840,3768,1904,3774v1064,6,1863,-819,1876,-1876c3781,866,2914,,1897,xe" filled="f" fillcolor="#f0ad00 [3204]" strokecolor="#60b5cc [3205]" strokeweight="2.25pt">
                        <v:stroke dashstyle="1 1" endcap="round"/>
                        <v:path arrowok="t" o:connecttype="custom" o:connectlocs="774,0;0,763;777,1536;1542,772;774,0" o:connectangles="0,0,0,0,0"/>
                      </v:shape>
                    </v:group>
                    <v:group id="Group 2714" o:spid="_x0000_s1125" style="position:absolute;left:9662;top:13053;width:2002;height:2002" coordorigin="4302,5742" coordsize="2186,2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<v:oval id="Oval 2715" o:spid="_x0000_s1126" style="position:absolute;left:4302;top:5742;width:2186;height:2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vusEA&#10;AADcAAAADwAAAGRycy9kb3ducmV2LnhtbERP22oCMRB9L/gPYYS+1cQWRLZGqYJUBBEvFHwbNuNm&#10;7WaybKKuf28Ewbc5nOuMJq2rxIWaUHrW0O8pEMS5NyUXGva7+ccQRIjIBivPpOFGASbjztsIM+Ov&#10;vKHLNhYihXDIUIONsc6kDLklh6Hna+LEHX3jMCbYFNI0eE3hrpKfSg2kw5JTg8WaZpby/+3ZaTjF&#10;6dfS4u8fHzyr9Wmwmq3JaP3ebX++QURq40v8dC9Mmq/68HgmXSDH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/77rBAAAA3AAAAA8AAAAAAAAAAAAAAAAAmAIAAGRycy9kb3du&#10;cmV2LnhtbFBLBQYAAAAABAAEAPUAAACGAwAAAAA=&#10;" fillcolor="#9fd2e0 [1941]" stroked="f"/>
                      <v:oval id="Oval 2716" o:spid="_x0000_s1127" style="position:absolute;left:4747;top:6187;width:1296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dqPcUA&#10;AADcAAAADwAAAGRycy9kb3ducmV2LnhtbERPS2vCQBC+F/wPywheim7MQUp0FR+pFHooag4eh+yY&#10;hGRnY3arqb++Wyh4m4/vOYtVbxpxo85VlhVMJxEI4tzqigsF2el9/AbCeWSNjWVS8EMOVsvBywIT&#10;be98oNvRFyKEsEtQQel9m0jp8pIMuoltiQN3sZ1BH2BXSN3hPYSbRsZRNJMGKw4NJba0LSmvj99G&#10;Qf1Id9c4PV3Pr9nlM/va1Pspp0qNhv16DsJT75/if/eHDvOjGP6eCR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2o9xQAAANwAAAAPAAAAAAAAAAAAAAAAAJgCAABkcnMv&#10;ZG93bnJldi54bWxQSwUGAAAAAAQABAD1AAAAigMAAAAA&#10;" fillcolor="#60b5cc [3205]" stroked="f"/>
                      <v:oval id="Oval 2717" o:spid="_x0000_s1128" style="position:absolute;left:4818;top:6258;width:1154;height:1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00SMQA&#10;AADcAAAADwAAAGRycy9kb3ducmV2LnhtbERPTWvCQBC9F/wPywje6qbalpq6igREPfSgKdTexuw0&#10;WczOhuwa03/vFgre5vE+Z77sbS06ar1xrOBpnIAgLpw2XCr4zNePbyB8QNZYOyYFv+RhuRg8zDHV&#10;7sp76g6hFDGEfYoKqhCaVEpfVGTRj11DHLkf11oMEbal1C1eY7it5SRJXqVFw7Ghwoayiorz4WIV&#10;nPLt7Hj62GXZi8nPX+ay+e6eWanRsF+9gwjUh7v4373VcX4yhb9n4gV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9NEjEAAAA3AAAAA8AAAAAAAAAAAAAAAAAmAIAAGRycy9k&#10;b3ducmV2LnhtbFBLBQYAAAAABAAEAPUAAACJAwAAAAA=&#10;" fillcolor="#dff0f4 [661]" stroked="f"/>
                      <v:oval id="Oval 2718" o:spid="_x0000_s1129" style="position:absolute;left:5089;top:6529;width:612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X0sUA&#10;AADcAAAADwAAAGRycy9kb3ducmV2LnhtbERPS2vCQBC+C/0Pywi9SN0opZToRmybloIHUXPwOGQn&#10;D5Kdjdmtpv31bkHwNh/fc5arwbTiTL2rLSuYTSMQxLnVNZcKssPn0ysI55E1tpZJwS85WCUPoyXG&#10;2l54R+e9L0UIYRejgsr7LpbS5RUZdFPbEQeusL1BH2BfSt3jJYSbVs6j6EUarDk0VNjRe0V5s/8x&#10;Cpq/9OM0Tw+n4yQrNtn2rfmacarU43hYL0B4GvxdfHN/6zA/eob/Z8IFMr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lfSxQAAANwAAAAPAAAAAAAAAAAAAAAAAJgCAABkcnMv&#10;ZG93bnJldi54bWxQSwUGAAAAAAQABAD1AAAAigMAAAAA&#10;" fillcolor="#60b5cc [3205]" stroked="f"/>
                      <v:shape id="Freeform 2719" o:spid="_x0000_s1130" style="position:absolute;left:4364;top:5807;width:2061;height:2057;visibility:visible;mso-wrap-style:square;v-text-anchor:top" coordsize="3781,3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b66sIA&#10;AADcAAAADwAAAGRycy9kb3ducmV2LnhtbERP24rCMBB9F/yHMAv7punKqqVrFBFdBBXxgvg4NLNt&#10;sZmUJqv1740g+DaHc53RpDGluFLtCssKvroRCOLU6oIzBcfDohODcB5ZY2mZFNzJwWTcbo0w0fbG&#10;O7rufSZCCLsEFeTeV4mULs3JoOvaijhwf7Y26AOsM6lrvIVwU8peFA2kwYJDQ44VzXJKL/t/o4DX&#10;8908Hp4XWxt//54399Nqqo1Snx/N9AeEp8a/xS/3Uof5UR+ez4QL5P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vrqwgAAANwAAAAPAAAAAAAAAAAAAAAAAJgCAABkcnMvZG93&#10;bnJldi54bWxQSwUGAAAAAAQABAD1AAAAhwMAAAAA&#10;" path="m1897,c880,,,852,,1876,,2900,840,3768,1904,3774v1064,6,1863,-819,1876,-1876c3781,866,2914,,1897,xe" filled="f" fillcolor="white [3212]" strokecolor="#60b5cc [3205]" strokeweight="3pt">
                        <v:stroke dashstyle="1 1" endcap="round"/>
                        <v:path arrowok="t" o:connecttype="custom" o:connectlocs="1034,0;0,1021;1038,2054;2060,1033;1034,0" o:connectangles="0,0,0,0,0"/>
                      </v:shape>
                    </v:group>
                    <v:group id="Group 2720" o:spid="_x0000_s1131" style="position:absolute;left:1866;top:11119;width:715;height:715" coordorigin="4771,8507" coordsize="715,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<v:oval id="Oval 2721" o:spid="_x0000_s1132" style="position:absolute;left:4771;top:8507;width:7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DJpcUA&#10;AADcAAAADwAAAGRycy9kb3ducmV2LnhtbERPS2vCQBC+C/0Pywi9SN3ooS3Rjdg2LQUPoubgcchO&#10;HiQ7G7NbTfvr3YLgbT6+5yxXg2nFmXpXW1Ywm0YgiHOray4VZIfPp1cQziNrbC2Tgl9ysEoeRkuM&#10;tb3wjs57X4oQwi5GBZX3XSylyysy6Ka2Iw5cYXuDPsC+lLrHSwg3rZxH0bM0WHNoqLCj94ryZv9j&#10;FDR/6cdpnh5Ox0lWbLLtW/M141Spx/GwXoDwNPi7+Ob+1mF+9AL/z4QL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cMmlxQAAANwAAAAPAAAAAAAAAAAAAAAAAJgCAABkcnMv&#10;ZG93bnJldi54bWxQSwUGAAAAAAQABAD1AAAAigMAAAAA&#10;" fillcolor="#60b5cc [3205]" stroked="f"/>
                      <v:oval id="Oval 2722" o:spid="_x0000_s1133" style="position:absolute;left:4816;top:8552;width:624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P4MYA&#10;AADcAAAADwAAAGRycy9kb3ducmV2LnhtbESPQWvCQBCF70L/wzKFXqRumoMt0VWkkDaeRJuCxyE7&#10;JsHsbMhuY/rvOwehtxnem/e+WW8n16mRhtB6NvCySEARV962XBsov/LnN1AhIlvsPJOBXwqw3TzM&#10;1phZf+MjjadYKwnhkKGBJsY+0zpUDTkMC98Ti3bxg8Mo61BrO+BNwl2n0yRZaoctS0ODPb03VF1P&#10;P87Awc8/y9d91+7L4+78wen3sipyY54ep90KVKQp/pvv14UV/ERo5RmZQG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yP4MYAAADcAAAADwAAAAAAAAAAAAAAAACYAgAAZHJz&#10;L2Rvd25yZXYueG1sUEsFBgAAAAAEAAQA9QAAAIsDAAAAAA==&#10;" fillcolor="#bfe1ea [1301]" stroked="f"/>
                    </v:group>
                    <v:group id="Group 2723" o:spid="_x0000_s1134" style="position:absolute;left:542;top:11119;width:1618;height:1618" coordorigin="2036,10266" coordsize="1618,1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<v:oval id="Oval 2724" o:spid="_x0000_s1135" style="position:absolute;left:2036;top:10266;width:1618;height:1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rc/MQA&#10;AADcAAAADwAAAGRycy9kb3ducmV2LnhtbESPT2sCQQzF74LfYYjQm87agsjqKFWQSkHEPwi9hZ10&#10;Z+1OZtkZdfvtzaHQW8J7ee+X+bLztbpTG6vABsajDBRxEWzFpYHzaTOcgooJ2WIdmAz8UoTlot+b&#10;Y27Dgw90P6ZSSQjHHA24lJpc61g48hhHoSEW7Tu0HpOsbaltiw8J97V+zbKJ9lixNDhsaO2o+Dne&#10;vIFrWr19Ovy48FfgbH+d7NZ7ssa8DLr3GahEXfo3/11vreCPBV+ekQn0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q3PzEAAAA3AAAAA8AAAAAAAAAAAAAAAAAmAIAAGRycy9k&#10;b3ducmV2LnhtbFBLBQYAAAAABAAEAPUAAACJAwAAAAA=&#10;" fillcolor="#9fd2e0 [1941]" stroked="f"/>
                      <v:oval id="Oval 2725" o:spid="_x0000_s1136" style="position:absolute;left:2269;top:10499;width:1154;height:1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xil8UA&#10;AADcAAAADwAAAGRycy9kb3ducmV2LnhtbERPS2vCQBC+F/wPywheim7iQUp0FR+pFHooag4eh+yY&#10;hGRnY3arqb++Wyh4m4/vOYtVbxpxo85VlhXEkwgEcW51xYWC7PQ+fgPhPLLGxjIp+CEHq+XgZYGJ&#10;tnc+0O3oCxFC2CWooPS+TaR0eUkG3cS2xIG72M6gD7ArpO7wHsJNI6dRNJMGKw4NJba0LSmvj99G&#10;Qf1Id9dperqeX7PLZ/a1qfcxp0qNhv16DsJT75/if/eHDvPjGP6eCR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GKXxQAAANwAAAAPAAAAAAAAAAAAAAAAAJgCAABkcnMv&#10;ZG93bnJldi54bWxQSwUGAAAAAAQABAD1AAAAigMAAAAA&#10;" fillcolor="#60b5cc [3205]" stroked="f"/>
                      <v:oval id="Oval 2726" o:spid="_x0000_s1137" style="position:absolute;left:2332;top:10562;width:1028;height:10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gHDsQA&#10;AADcAAAADwAAAGRycy9kb3ducmV2LnhtbERPTWvCQBC9F/oflil4qxulFhtdRQJSPfRQI1RvY3ZM&#10;FrOzIbvG+O+7hYK3ebzPmS97W4uOWm8cKxgNExDEhdOGSwX7fP06BeEDssbaMSm4k4fl4vlpjql2&#10;N/6mbhdKEUPYp6igCqFJpfRFRRb90DXEkTu71mKIsC2lbvEWw20tx0nyLi0ajg0VNpRVVFx2V6vg&#10;lG8+DqevbZZNTH75MdfPY/fGSg1e+tUMRKA+PMT/7o2O80dj+Hs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oBw7EAAAA3AAAAA8AAAAAAAAAAAAAAAAAmAIAAGRycy9k&#10;b3ducmV2LnhtbFBLBQYAAAAABAAEAPUAAACJAwAAAAA=&#10;" fillcolor="#dff0f4 [661]" stroked="f"/>
                      <v:oval id="Oval 2727" o:spid="_x0000_s1138" style="position:absolute;left:2439;top:10669;width:814;height: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JZe8UA&#10;AADcAAAADwAAAGRycy9kb3ducmV2LnhtbERPTWvCQBC9F/wPywheim5ioUh0FW2jCD2Uag4eh+yY&#10;hGRnY3bV1F/fLRR6m8f7nMWqN424UecqywriSQSCOLe64kJBdtyOZyCcR9bYWCYF3+RgtRw8LTDR&#10;9s5fdDv4QoQQdgkqKL1vEyldXpJBN7EtceDOtjPoA+wKqTu8h3DTyGkUvUqDFYeGElt6KymvD1ej&#10;oH6k75dperycnrPzR/a5qXcxp0qNhv16DsJT7//Ff+69DvPjF/h9Jlw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kll7xQAAANwAAAAPAAAAAAAAAAAAAAAAAJgCAABkcnMv&#10;ZG93bnJldi54bWxQSwUGAAAAAAQABAD1AAAAigMAAAAA&#10;" fillcolor="#60b5cc [3205]" stroked="f"/>
                    </v:group>
                    <v:group id="Group 2728" o:spid="_x0000_s1139" style="position:absolute;left:585;top:9843;width:486;height:486" coordorigin="11055,6052" coordsize="606,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oval id="Oval 2729" o:spid="_x0000_s1140" style="position:absolute;left:11055;top:6052;width:606;height: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dklMUA&#10;AADcAAAADwAAAGRycy9kb3ducmV2LnhtbERPTWvCQBC9F/wPywheim4itEh0FW2jCD2Uag4eh+yY&#10;hGRnY3bV1F/fLRR6m8f7nMWqN424UecqywriSQSCOLe64kJBdtyOZyCcR9bYWCYF3+RgtRw8LTDR&#10;9s5fdDv4QoQQdgkqKL1vEyldXpJBN7EtceDOtjPoA+wKqTu8h3DTyGkUvUqDFYeGElt6KymvD1ej&#10;oH6k75dperycnrPzR/a5qXcxp0qNhv16DsJT7//Ff+69DvPjF/h9Jlw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2SUxQAAANwAAAAPAAAAAAAAAAAAAAAAAJgCAABkcnMv&#10;ZG93bnJldi54bWxQSwUGAAAAAAQABAD1AAAAigMAAAAA&#10;" fillcolor="#60b5cc [3205]" stroked="f"/>
                      <v:oval id="Oval 2730" o:spid="_x0000_s1141" style="position:absolute;left:11175;top:6172;width:366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8+XMEA&#10;AADcAAAADwAAAGRycy9kb3ducmV2LnhtbERPzYrCMBC+C/sOYRa8aaqIaNco3VXRgyC6+wBDMzZl&#10;m0lpUq1vbwTB23x8v7NYdbYSV2p86VjBaJiAIM6dLrlQ8Pe7HcxA+ICssXJMCu7kYbX86C0w1e7G&#10;J7qeQyFiCPsUFZgQ6lRKnxuy6IeuJo7cxTUWQ4RNIXWDtxhuKzlOkqm0WHJsMFjTj6H8/9xaBd+T&#10;kO027fq4Pc0uOPbz7NCaTKn+Z5d9gQjUhbf45d7rOH80hecz8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PlzBAAAA3AAAAA8AAAAAAAAAAAAAAAAAmAIAAGRycy9kb3du&#10;cmV2LnhtbFBLBQYAAAAABAAEAPUAAACGAwAAAAA=&#10;" fillcolor="white [3212]" stroked="f"/>
                    </v:group>
                  </v:group>
                  <v:rect id="Rectangle 2731" o:spid="_x0000_s1142" style="position:absolute;left:1581;top:4484;width:9050;height:7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tExMMA&#10;AADcAAAADwAAAGRycy9kb3ducmV2LnhtbERPTWvCQBC9C/6HZYTedGNbrUTXUFpKrRdtWjyP2TGJ&#10;yc6G7Krpv+8Kgrd5vM9ZJJ2pxZlaV1pWMB5FIIgzq0vOFfz+fAxnIJxH1lhbJgV/5CBZ9nsLjLW9&#10;8DedU5+LEMIuRgWF900spcsKMuhGtiEO3MG2Bn2AbS51i5cQbmr5GEVTabDk0FBgQ28FZVV6Mgpk&#10;+cTpbj15p2r79bmfnVab4+FZqYdB9zoH4anzd/HNvdJh/vgFrs+EC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tExMMAAADcAAAADwAAAAAAAAAAAAAAAACYAgAAZHJzL2Rv&#10;d25yZXYueG1sUEsFBgAAAAAEAAQA9QAAAIgDAAAAAA==&#10;" fillcolor="white [3212]" stroked="f">
                    <v:fill color2="white [28]" o:opacity2="48497f" rotate="t" angle="45" focus="50%" type="gradient"/>
                  </v:rect>
                  <w10:wrap anchorx="page" anchory="page"/>
                </v:group>
              </w:pict>
            </w:r>
            <w:r w:rsidR="00834791">
              <w:rPr>
                <w:rFonts w:asciiTheme="minorHAnsi" w:hAnsiTheme="minorHAnsi"/>
                <w:caps/>
                <w:color w:val="3691AA" w:themeColor="accent2" w:themeShade="BF"/>
              </w:rPr>
              <w:t>Sunday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3691AA" w:themeColor="accent2" w:themeShade="BF"/>
              <w:right w:val="nil"/>
            </w:tcBorders>
            <w:shd w:val="clear" w:color="auto" w:fill="auto"/>
            <w:vAlign w:val="center"/>
          </w:tcPr>
          <w:p w:rsidR="00526132" w:rsidRDefault="00834791">
            <w:pPr>
              <w:jc w:val="center"/>
              <w:rPr>
                <w:rFonts w:asciiTheme="minorHAnsi" w:hAnsiTheme="minorHAnsi"/>
                <w:caps/>
                <w:color w:val="3691AA" w:themeColor="accent2" w:themeShade="BF"/>
              </w:rPr>
            </w:pPr>
            <w:r>
              <w:rPr>
                <w:rFonts w:asciiTheme="minorHAnsi" w:hAnsiTheme="minorHAnsi"/>
                <w:caps/>
                <w:color w:val="3691AA" w:themeColor="accent2" w:themeShade="BF"/>
              </w:rPr>
              <w:t>Monday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3691AA" w:themeColor="accent2" w:themeShade="BF"/>
              <w:right w:val="nil"/>
            </w:tcBorders>
            <w:shd w:val="clear" w:color="auto" w:fill="auto"/>
            <w:vAlign w:val="center"/>
          </w:tcPr>
          <w:p w:rsidR="00526132" w:rsidRDefault="00834791">
            <w:pPr>
              <w:jc w:val="center"/>
              <w:rPr>
                <w:rFonts w:asciiTheme="minorHAnsi" w:hAnsiTheme="minorHAnsi"/>
                <w:caps/>
                <w:color w:val="3691AA" w:themeColor="accent2" w:themeShade="BF"/>
              </w:rPr>
            </w:pPr>
            <w:r>
              <w:rPr>
                <w:rFonts w:asciiTheme="minorHAnsi" w:hAnsiTheme="minorHAnsi"/>
                <w:caps/>
                <w:color w:val="3691AA" w:themeColor="accent2" w:themeShade="BF"/>
              </w:rPr>
              <w:t>Tuesday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3691AA" w:themeColor="accent2" w:themeShade="BF"/>
              <w:right w:val="nil"/>
            </w:tcBorders>
            <w:shd w:val="clear" w:color="auto" w:fill="auto"/>
            <w:vAlign w:val="center"/>
          </w:tcPr>
          <w:p w:rsidR="00526132" w:rsidRDefault="00834791">
            <w:pPr>
              <w:jc w:val="center"/>
              <w:rPr>
                <w:rFonts w:asciiTheme="minorHAnsi" w:hAnsiTheme="minorHAnsi"/>
                <w:caps/>
                <w:color w:val="3691AA" w:themeColor="accent2" w:themeShade="BF"/>
              </w:rPr>
            </w:pPr>
            <w:r>
              <w:rPr>
                <w:rFonts w:asciiTheme="minorHAnsi" w:hAnsiTheme="minorHAnsi"/>
                <w:caps/>
                <w:color w:val="3691AA" w:themeColor="accent2" w:themeShade="BF"/>
              </w:rPr>
              <w:t>Wednesday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3691AA" w:themeColor="accent2" w:themeShade="BF"/>
              <w:right w:val="nil"/>
            </w:tcBorders>
            <w:shd w:val="clear" w:color="auto" w:fill="auto"/>
            <w:vAlign w:val="center"/>
          </w:tcPr>
          <w:p w:rsidR="00526132" w:rsidRDefault="00834791">
            <w:pPr>
              <w:jc w:val="center"/>
              <w:rPr>
                <w:rFonts w:asciiTheme="minorHAnsi" w:hAnsiTheme="minorHAnsi"/>
                <w:caps/>
                <w:color w:val="3691AA" w:themeColor="accent2" w:themeShade="BF"/>
              </w:rPr>
            </w:pPr>
            <w:r>
              <w:rPr>
                <w:rFonts w:asciiTheme="minorHAnsi" w:hAnsiTheme="minorHAnsi"/>
                <w:caps/>
                <w:color w:val="3691AA" w:themeColor="accent2" w:themeShade="BF"/>
              </w:rPr>
              <w:t>Thursday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3691AA" w:themeColor="accent2" w:themeShade="BF"/>
              <w:right w:val="nil"/>
            </w:tcBorders>
            <w:shd w:val="clear" w:color="auto" w:fill="auto"/>
            <w:vAlign w:val="center"/>
          </w:tcPr>
          <w:p w:rsidR="00526132" w:rsidRDefault="00834791">
            <w:pPr>
              <w:jc w:val="center"/>
              <w:rPr>
                <w:rFonts w:asciiTheme="minorHAnsi" w:hAnsiTheme="minorHAnsi"/>
                <w:caps/>
                <w:color w:val="3691AA" w:themeColor="accent2" w:themeShade="BF"/>
              </w:rPr>
            </w:pPr>
            <w:r>
              <w:rPr>
                <w:rFonts w:asciiTheme="minorHAnsi" w:hAnsiTheme="minorHAnsi"/>
                <w:caps/>
                <w:color w:val="3691AA" w:themeColor="accent2" w:themeShade="BF"/>
              </w:rPr>
              <w:t>Friday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3691AA" w:themeColor="accent2" w:themeShade="BF"/>
              <w:right w:val="nil"/>
            </w:tcBorders>
            <w:shd w:val="clear" w:color="auto" w:fill="auto"/>
            <w:vAlign w:val="center"/>
          </w:tcPr>
          <w:p w:rsidR="00526132" w:rsidRDefault="00834791">
            <w:pPr>
              <w:jc w:val="center"/>
              <w:rPr>
                <w:rFonts w:asciiTheme="minorHAnsi" w:hAnsiTheme="minorHAnsi"/>
                <w:caps/>
                <w:color w:val="3691AA" w:themeColor="accent2" w:themeShade="BF"/>
              </w:rPr>
            </w:pPr>
            <w:r>
              <w:rPr>
                <w:rFonts w:asciiTheme="minorHAnsi" w:hAnsiTheme="minorHAnsi"/>
                <w:caps/>
                <w:color w:val="3691AA" w:themeColor="accent2" w:themeShade="BF"/>
              </w:rPr>
              <w:t>SATURDAY</w:t>
            </w:r>
          </w:p>
        </w:tc>
      </w:tr>
      <w:tr w:rsidR="00526132">
        <w:trPr>
          <w:trHeight w:val="1132"/>
        </w:trPr>
        <w:tc>
          <w:tcPr>
            <w:tcW w:w="1287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 xml:space="preserve">1 </w:t>
            </w:r>
          </w:p>
          <w:p w:rsidR="00E220D4" w:rsidRDefault="00E220D4">
            <w:pPr>
              <w:pStyle w:val="Dates"/>
              <w:framePr w:hSpace="0" w:wrap="auto" w:vAnchor="margin" w:hAnchor="text" w:xAlign="left" w:yAlign="inline"/>
            </w:pPr>
          </w:p>
          <w:p w:rsidR="00E220D4" w:rsidRDefault="00E220D4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3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4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5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6</w:t>
            </w:r>
            <w:r w:rsidR="0029250F">
              <w:t xml:space="preserve"> Research should be done</w:t>
            </w:r>
          </w:p>
        </w:tc>
      </w:tr>
      <w:tr w:rsidR="00526132" w:rsidTr="0029250F">
        <w:trPr>
          <w:trHeight w:val="1536"/>
        </w:trPr>
        <w:tc>
          <w:tcPr>
            <w:tcW w:w="1287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7</w:t>
            </w:r>
            <w:r w:rsidR="0029250F">
              <w:t>Activity coordinator should be done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8</w:t>
            </w:r>
            <w:r w:rsidR="0029250F">
              <w:t xml:space="preserve"> Page editor should be done</w:t>
            </w:r>
            <w:bookmarkStart w:id="0" w:name="_GoBack"/>
            <w:bookmarkEnd w:id="0"/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9</w:t>
            </w:r>
            <w:r w:rsidR="0029250F">
              <w:t xml:space="preserve"> Writer should be done 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10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11</w:t>
            </w:r>
            <w:r w:rsidR="0029250F">
              <w:t xml:space="preserve"> Media coordinator should be finished 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12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13</w:t>
            </w:r>
          </w:p>
        </w:tc>
      </w:tr>
      <w:tr w:rsidR="00526132">
        <w:trPr>
          <w:trHeight w:val="1132"/>
        </w:trPr>
        <w:tc>
          <w:tcPr>
            <w:tcW w:w="1287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14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15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16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17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18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19</w:t>
            </w:r>
          </w:p>
          <w:p w:rsidR="0029250F" w:rsidRDefault="0029250F">
            <w:pPr>
              <w:pStyle w:val="Dates"/>
              <w:framePr w:hSpace="0" w:wrap="auto" w:vAnchor="margin" w:hAnchor="text" w:xAlign="left" w:yAlign="inline"/>
            </w:pPr>
            <w:r>
              <w:t xml:space="preserve">Presentation is due  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20</w:t>
            </w:r>
          </w:p>
        </w:tc>
      </w:tr>
      <w:tr w:rsidR="00526132">
        <w:trPr>
          <w:trHeight w:val="1132"/>
        </w:trPr>
        <w:tc>
          <w:tcPr>
            <w:tcW w:w="1287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21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22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23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24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25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26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27</w:t>
            </w:r>
          </w:p>
        </w:tc>
      </w:tr>
      <w:tr w:rsidR="00526132">
        <w:trPr>
          <w:trHeight w:val="1132"/>
        </w:trPr>
        <w:tc>
          <w:tcPr>
            <w:tcW w:w="1287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28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29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30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E220D4">
            <w:pPr>
              <w:pStyle w:val="Dates"/>
              <w:framePr w:hSpace="0" w:wrap="auto" w:vAnchor="margin" w:hAnchor="text" w:xAlign="left" w:yAlign="inline"/>
            </w:pPr>
            <w:r>
              <w:t>31</w:t>
            </w: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</w:tr>
      <w:tr w:rsidR="00526132">
        <w:trPr>
          <w:trHeight w:val="1132"/>
        </w:trPr>
        <w:tc>
          <w:tcPr>
            <w:tcW w:w="1287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  <w:tc>
          <w:tcPr>
            <w:tcW w:w="1288" w:type="dxa"/>
            <w:tcBorders>
              <w:top w:val="dotted" w:sz="4" w:space="0" w:color="3691AA" w:themeColor="accent2" w:themeShade="BF"/>
              <w:left w:val="dotted" w:sz="4" w:space="0" w:color="3691AA" w:themeColor="accent2" w:themeShade="BF"/>
              <w:bottom w:val="dotted" w:sz="4" w:space="0" w:color="3691AA" w:themeColor="accent2" w:themeShade="BF"/>
              <w:right w:val="dotted" w:sz="4" w:space="0" w:color="3691AA" w:themeColor="accent2" w:themeShade="BF"/>
            </w:tcBorders>
            <w:shd w:val="clear" w:color="auto" w:fill="auto"/>
          </w:tcPr>
          <w:p w:rsidR="00526132" w:rsidRDefault="00526132">
            <w:pPr>
              <w:pStyle w:val="Dates"/>
              <w:framePr w:hSpace="0" w:wrap="auto" w:vAnchor="margin" w:hAnchor="text" w:xAlign="left" w:yAlign="inline"/>
            </w:pPr>
          </w:p>
        </w:tc>
      </w:tr>
    </w:tbl>
    <w:p w:rsidR="00526132" w:rsidRDefault="00526132"/>
    <w:sectPr w:rsidR="00526132" w:rsidSect="00526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B0F"/>
    <w:multiLevelType w:val="hybridMultilevel"/>
    <w:tmpl w:val="5E10FF5C"/>
    <w:lvl w:ilvl="0" w:tplc="1C6A6E3E">
      <w:start w:val="1"/>
      <w:numFmt w:val="bullet"/>
      <w:pStyle w:val="Bulleted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47A37"/>
    <w:multiLevelType w:val="hybridMultilevel"/>
    <w:tmpl w:val="D14A9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24005"/>
    <w:multiLevelType w:val="hybridMultilevel"/>
    <w:tmpl w:val="8F24D862"/>
    <w:lvl w:ilvl="0" w:tplc="A6DA6FA4">
      <w:start w:val="1"/>
      <w:numFmt w:val="decimal"/>
      <w:pStyle w:val="Numberedlist1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attachedTemplate r:id="rId1"/>
  <w:stylePaneFormatFilter w:val="1021"/>
  <w:stylePaneSortMethod w:val="0000"/>
  <w:defaultTabStop w:val="720"/>
  <w:characterSpacingControl w:val="doNotCompress"/>
  <w:compat/>
  <w:rsids>
    <w:rsidRoot w:val="00E220D4"/>
    <w:rsid w:val="000019AE"/>
    <w:rsid w:val="00017CD9"/>
    <w:rsid w:val="00131D7C"/>
    <w:rsid w:val="0029250F"/>
    <w:rsid w:val="003120CE"/>
    <w:rsid w:val="003B4B05"/>
    <w:rsid w:val="003C408E"/>
    <w:rsid w:val="00526132"/>
    <w:rsid w:val="005C41DE"/>
    <w:rsid w:val="007025B1"/>
    <w:rsid w:val="00834791"/>
    <w:rsid w:val="00A03673"/>
    <w:rsid w:val="00DC36F9"/>
    <w:rsid w:val="00E220D4"/>
    <w:rsid w:val="00EA1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132"/>
    <w:pPr>
      <w:spacing w:before="120" w:after="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26132"/>
    <w:pPr>
      <w:keepNext/>
      <w:keepLines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3691AA" w:themeColor="accent2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26132"/>
    <w:pPr>
      <w:keepNext/>
      <w:keepLines/>
      <w:spacing w:before="360" w:line="240" w:lineRule="auto"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26132"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b/>
      <w:bCs/>
      <w:color w:val="F0AD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6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26132"/>
    <w:rPr>
      <w:rFonts w:asciiTheme="majorHAnsi" w:eastAsiaTheme="majorEastAsia" w:hAnsiTheme="majorHAnsi" w:cstheme="majorBidi"/>
      <w:b/>
      <w:bCs/>
      <w:color w:val="3691AA" w:themeColor="accent2" w:themeShade="BF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26132"/>
    <w:rPr>
      <w:rFonts w:asciiTheme="majorHAnsi" w:eastAsiaTheme="majorEastAsia" w:hAnsiTheme="majorHAnsi" w:cstheme="majorBidi"/>
      <w:b/>
      <w:bCs/>
      <w:color w:val="3691AA" w:themeColor="accent2" w:themeShade="BF"/>
      <w:sz w:val="28"/>
      <w:szCs w:val="26"/>
    </w:rPr>
  </w:style>
  <w:style w:type="paragraph" w:styleId="ListParagraph">
    <w:name w:val="List Paragraph"/>
    <w:basedOn w:val="Normal"/>
    <w:uiPriority w:val="34"/>
    <w:qFormat/>
    <w:rsid w:val="00526132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26132"/>
    <w:rPr>
      <w:rFonts w:asciiTheme="majorHAnsi" w:eastAsiaTheme="majorEastAsia" w:hAnsiTheme="majorHAnsi" w:cstheme="majorBidi"/>
      <w:b/>
      <w:bCs/>
      <w:color w:val="F0AD00" w:themeColor="accent1"/>
      <w:sz w:val="24"/>
    </w:rPr>
  </w:style>
  <w:style w:type="paragraph" w:customStyle="1" w:styleId="Bulletedlist1">
    <w:name w:val="Bulleted list 1"/>
    <w:basedOn w:val="Normal"/>
    <w:link w:val="Bulletedlist1Char"/>
    <w:autoRedefine/>
    <w:qFormat/>
    <w:rsid w:val="00526132"/>
    <w:pPr>
      <w:numPr>
        <w:numId w:val="3"/>
      </w:numPr>
      <w:spacing w:line="240" w:lineRule="auto"/>
    </w:pPr>
  </w:style>
  <w:style w:type="paragraph" w:customStyle="1" w:styleId="Numberedlist1">
    <w:name w:val="Numbered list 1"/>
    <w:basedOn w:val="Normal"/>
    <w:link w:val="Numberedlist1Char"/>
    <w:autoRedefine/>
    <w:qFormat/>
    <w:rsid w:val="00526132"/>
    <w:pPr>
      <w:numPr>
        <w:numId w:val="1"/>
      </w:numPr>
      <w:spacing w:line="240" w:lineRule="auto"/>
    </w:pPr>
  </w:style>
  <w:style w:type="character" w:customStyle="1" w:styleId="Bulletedlist1Char">
    <w:name w:val="Bulleted list 1 Char"/>
    <w:basedOn w:val="DefaultParagraphFont"/>
    <w:link w:val="Bulletedlist1"/>
    <w:rsid w:val="00526132"/>
    <w:rPr>
      <w:sz w:val="24"/>
    </w:rPr>
  </w:style>
  <w:style w:type="character" w:customStyle="1" w:styleId="Bold">
    <w:name w:val="Bold"/>
    <w:basedOn w:val="DefaultParagraphFont"/>
    <w:uiPriority w:val="1"/>
    <w:qFormat/>
    <w:rsid w:val="00526132"/>
    <w:rPr>
      <w:rFonts w:asciiTheme="minorHAnsi" w:hAnsiTheme="minorHAnsi"/>
      <w:b/>
      <w:sz w:val="22"/>
    </w:rPr>
  </w:style>
  <w:style w:type="character" w:customStyle="1" w:styleId="Numberedlist1Char">
    <w:name w:val="Numbered list 1 Char"/>
    <w:basedOn w:val="DefaultParagraphFont"/>
    <w:link w:val="Numberedlist1"/>
    <w:rsid w:val="00526132"/>
    <w:rPr>
      <w:sz w:val="24"/>
    </w:rPr>
  </w:style>
  <w:style w:type="paragraph" w:customStyle="1" w:styleId="Dates">
    <w:name w:val="Dates"/>
    <w:basedOn w:val="Normal"/>
    <w:qFormat/>
    <w:rsid w:val="00526132"/>
    <w:pPr>
      <w:framePr w:hSpace="187" w:wrap="around" w:vAnchor="page" w:hAnchor="page" w:xAlign="center" w:y="4047"/>
      <w:spacing w:line="240" w:lineRule="auto"/>
    </w:pPr>
    <w:rPr>
      <w:rFonts w:asciiTheme="majorHAnsi" w:eastAsia="Times New Roman" w:hAnsiTheme="majorHAnsi" w:cs="Times New Roman"/>
      <w:color w:val="3691AA" w:themeColor="accent2" w:themeShade="BF"/>
      <w:sz w:val="24"/>
      <w:szCs w:val="36"/>
    </w:rPr>
  </w:style>
  <w:style w:type="paragraph" w:customStyle="1" w:styleId="Monthvariation1">
    <w:name w:val="Month (variation 1)"/>
    <w:basedOn w:val="Normal"/>
    <w:qFormat/>
    <w:rsid w:val="00526132"/>
    <w:rPr>
      <w:rFonts w:asciiTheme="majorHAnsi" w:hAnsiTheme="majorHAnsi"/>
      <w:caps/>
      <w:color w:val="3691AA" w:themeColor="accent2" w:themeShade="BF"/>
      <w:sz w:val="84"/>
      <w:szCs w:val="84"/>
    </w:rPr>
  </w:style>
  <w:style w:type="paragraph" w:customStyle="1" w:styleId="Yearvariation1">
    <w:name w:val="Year (variation 1)"/>
    <w:basedOn w:val="Normal"/>
    <w:qFormat/>
    <w:rsid w:val="00526132"/>
    <w:pPr>
      <w:jc w:val="center"/>
    </w:pPr>
    <w:rPr>
      <w:rFonts w:asciiTheme="majorHAnsi" w:hAnsiTheme="majorHAnsi"/>
      <w:color w:val="3691AA" w:themeColor="accent2" w:themeShade="BF"/>
      <w:sz w:val="108"/>
      <w:szCs w:val="108"/>
    </w:rPr>
  </w:style>
  <w:style w:type="paragraph" w:customStyle="1" w:styleId="Yearvariation2">
    <w:name w:val="Year (variation 2)"/>
    <w:basedOn w:val="Normal"/>
    <w:qFormat/>
    <w:rsid w:val="00526132"/>
    <w:pPr>
      <w:jc w:val="center"/>
    </w:pPr>
    <w:rPr>
      <w:rFonts w:asciiTheme="majorHAnsi" w:hAnsiTheme="majorHAnsi"/>
      <w:color w:val="CE5A1B" w:themeColor="accent5" w:themeShade="BF"/>
      <w:sz w:val="108"/>
      <w:szCs w:val="108"/>
    </w:rPr>
  </w:style>
  <w:style w:type="paragraph" w:customStyle="1" w:styleId="Monthvariation2">
    <w:name w:val="Month (variation 2)"/>
    <w:basedOn w:val="Normal"/>
    <w:qFormat/>
    <w:rsid w:val="00526132"/>
    <w:rPr>
      <w:rFonts w:asciiTheme="majorHAnsi" w:hAnsiTheme="majorHAnsi"/>
      <w:caps/>
      <w:color w:val="CE5A1B" w:themeColor="accent5" w:themeShade="BF"/>
      <w:sz w:val="84"/>
      <w:szCs w:val="84"/>
    </w:rPr>
  </w:style>
  <w:style w:type="paragraph" w:customStyle="1" w:styleId="Monthvariation3">
    <w:name w:val="Month (variation 3)"/>
    <w:basedOn w:val="Normal"/>
    <w:qFormat/>
    <w:rsid w:val="00526132"/>
    <w:rPr>
      <w:rFonts w:asciiTheme="majorHAnsi" w:hAnsiTheme="majorHAnsi"/>
      <w:caps/>
      <w:color w:val="D8243D" w:themeColor="accent3" w:themeShade="BF"/>
      <w:sz w:val="84"/>
      <w:szCs w:val="84"/>
    </w:rPr>
  </w:style>
  <w:style w:type="paragraph" w:customStyle="1" w:styleId="Yearvariation3">
    <w:name w:val="Year (variation 3)"/>
    <w:basedOn w:val="Normal"/>
    <w:qFormat/>
    <w:rsid w:val="00526132"/>
    <w:pPr>
      <w:jc w:val="center"/>
    </w:pPr>
    <w:rPr>
      <w:rFonts w:asciiTheme="majorHAnsi" w:hAnsiTheme="majorHAnsi"/>
      <w:color w:val="D8243D" w:themeColor="accent3" w:themeShade="BF"/>
      <w:sz w:val="108"/>
      <w:szCs w:val="10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132"/>
    <w:pPr>
      <w:spacing w:before="120" w:after="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26132"/>
    <w:pPr>
      <w:keepNext/>
      <w:keepLines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3691AA" w:themeColor="accent2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26132"/>
    <w:pPr>
      <w:keepNext/>
      <w:keepLines/>
      <w:spacing w:before="360" w:line="240" w:lineRule="auto"/>
      <w:outlineLvl w:val="1"/>
    </w:pPr>
    <w:rPr>
      <w:rFonts w:asciiTheme="majorHAnsi" w:eastAsiaTheme="majorEastAsia" w:hAnsiTheme="majorHAnsi" w:cstheme="majorBidi"/>
      <w:b/>
      <w:bCs/>
      <w:color w:val="3691AA" w:themeColor="accent2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26132"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b/>
      <w:bCs/>
      <w:color w:val="F0AD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6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26132"/>
    <w:rPr>
      <w:rFonts w:asciiTheme="majorHAnsi" w:eastAsiaTheme="majorEastAsia" w:hAnsiTheme="majorHAnsi" w:cstheme="majorBidi"/>
      <w:b/>
      <w:bCs/>
      <w:color w:val="3691AA" w:themeColor="accent2" w:themeShade="BF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26132"/>
    <w:rPr>
      <w:rFonts w:asciiTheme="majorHAnsi" w:eastAsiaTheme="majorEastAsia" w:hAnsiTheme="majorHAnsi" w:cstheme="majorBidi"/>
      <w:b/>
      <w:bCs/>
      <w:color w:val="3691AA" w:themeColor="accent2" w:themeShade="BF"/>
      <w:sz w:val="28"/>
      <w:szCs w:val="26"/>
    </w:rPr>
  </w:style>
  <w:style w:type="paragraph" w:styleId="ListParagraph">
    <w:name w:val="List Paragraph"/>
    <w:basedOn w:val="Normal"/>
    <w:uiPriority w:val="34"/>
    <w:qFormat/>
    <w:rsid w:val="00526132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26132"/>
    <w:rPr>
      <w:rFonts w:asciiTheme="majorHAnsi" w:eastAsiaTheme="majorEastAsia" w:hAnsiTheme="majorHAnsi" w:cstheme="majorBidi"/>
      <w:b/>
      <w:bCs/>
      <w:color w:val="F0AD00" w:themeColor="accent1"/>
      <w:sz w:val="24"/>
    </w:rPr>
  </w:style>
  <w:style w:type="paragraph" w:customStyle="1" w:styleId="Bulletedlist1">
    <w:name w:val="Bulleted list 1"/>
    <w:basedOn w:val="Normal"/>
    <w:link w:val="Bulletedlist1Char"/>
    <w:autoRedefine/>
    <w:qFormat/>
    <w:rsid w:val="00526132"/>
    <w:pPr>
      <w:numPr>
        <w:numId w:val="3"/>
      </w:numPr>
      <w:spacing w:line="240" w:lineRule="auto"/>
    </w:pPr>
  </w:style>
  <w:style w:type="paragraph" w:customStyle="1" w:styleId="Numberedlist1">
    <w:name w:val="Numbered list 1"/>
    <w:basedOn w:val="Normal"/>
    <w:link w:val="Numberedlist1Char"/>
    <w:autoRedefine/>
    <w:qFormat/>
    <w:rsid w:val="00526132"/>
    <w:pPr>
      <w:numPr>
        <w:numId w:val="1"/>
      </w:numPr>
      <w:spacing w:line="240" w:lineRule="auto"/>
    </w:pPr>
  </w:style>
  <w:style w:type="character" w:customStyle="1" w:styleId="Bulletedlist1Char">
    <w:name w:val="Bulleted list 1 Char"/>
    <w:basedOn w:val="DefaultParagraphFont"/>
    <w:link w:val="Bulletedlist1"/>
    <w:rsid w:val="00526132"/>
    <w:rPr>
      <w:sz w:val="24"/>
    </w:rPr>
  </w:style>
  <w:style w:type="character" w:customStyle="1" w:styleId="Bold">
    <w:name w:val="Bold"/>
    <w:basedOn w:val="DefaultParagraphFont"/>
    <w:uiPriority w:val="1"/>
    <w:qFormat/>
    <w:rsid w:val="00526132"/>
    <w:rPr>
      <w:rFonts w:asciiTheme="minorHAnsi" w:hAnsiTheme="minorHAnsi"/>
      <w:b/>
      <w:sz w:val="22"/>
    </w:rPr>
  </w:style>
  <w:style w:type="character" w:customStyle="1" w:styleId="Numberedlist1Char">
    <w:name w:val="Numbered list 1 Char"/>
    <w:basedOn w:val="DefaultParagraphFont"/>
    <w:link w:val="Numberedlist1"/>
    <w:rsid w:val="00526132"/>
    <w:rPr>
      <w:sz w:val="24"/>
    </w:rPr>
  </w:style>
  <w:style w:type="paragraph" w:customStyle="1" w:styleId="Dates">
    <w:name w:val="Dates"/>
    <w:basedOn w:val="Normal"/>
    <w:qFormat/>
    <w:rsid w:val="00526132"/>
    <w:pPr>
      <w:framePr w:hSpace="187" w:wrap="around" w:vAnchor="page" w:hAnchor="page" w:xAlign="center" w:y="4047"/>
      <w:spacing w:line="240" w:lineRule="auto"/>
    </w:pPr>
    <w:rPr>
      <w:rFonts w:asciiTheme="majorHAnsi" w:eastAsia="Times New Roman" w:hAnsiTheme="majorHAnsi" w:cs="Times New Roman"/>
      <w:color w:val="3691AA" w:themeColor="accent2" w:themeShade="BF"/>
      <w:sz w:val="24"/>
      <w:szCs w:val="36"/>
    </w:rPr>
  </w:style>
  <w:style w:type="paragraph" w:customStyle="1" w:styleId="Monthvariation1">
    <w:name w:val="Month (variation 1)"/>
    <w:basedOn w:val="Normal"/>
    <w:qFormat/>
    <w:rsid w:val="00526132"/>
    <w:rPr>
      <w:rFonts w:asciiTheme="majorHAnsi" w:hAnsiTheme="majorHAnsi"/>
      <w:caps/>
      <w:color w:val="3691AA" w:themeColor="accent2" w:themeShade="BF"/>
      <w:sz w:val="84"/>
      <w:szCs w:val="84"/>
    </w:rPr>
  </w:style>
  <w:style w:type="paragraph" w:customStyle="1" w:styleId="Yearvariation1">
    <w:name w:val="Year (variation 1)"/>
    <w:basedOn w:val="Normal"/>
    <w:qFormat/>
    <w:rsid w:val="00526132"/>
    <w:pPr>
      <w:jc w:val="center"/>
    </w:pPr>
    <w:rPr>
      <w:rFonts w:asciiTheme="majorHAnsi" w:hAnsiTheme="majorHAnsi"/>
      <w:color w:val="3691AA" w:themeColor="accent2" w:themeShade="BF"/>
      <w:sz w:val="108"/>
      <w:szCs w:val="108"/>
    </w:rPr>
  </w:style>
  <w:style w:type="paragraph" w:customStyle="1" w:styleId="Yearvariation2">
    <w:name w:val="Year (variation 2)"/>
    <w:basedOn w:val="Normal"/>
    <w:qFormat/>
    <w:rsid w:val="00526132"/>
    <w:pPr>
      <w:jc w:val="center"/>
    </w:pPr>
    <w:rPr>
      <w:rFonts w:asciiTheme="majorHAnsi" w:hAnsiTheme="majorHAnsi"/>
      <w:color w:val="CE5A1B" w:themeColor="accent5" w:themeShade="BF"/>
      <w:sz w:val="108"/>
      <w:szCs w:val="108"/>
    </w:rPr>
  </w:style>
  <w:style w:type="paragraph" w:customStyle="1" w:styleId="Monthvariation2">
    <w:name w:val="Month (variation 2)"/>
    <w:basedOn w:val="Normal"/>
    <w:qFormat/>
    <w:rsid w:val="00526132"/>
    <w:rPr>
      <w:rFonts w:asciiTheme="majorHAnsi" w:hAnsiTheme="majorHAnsi"/>
      <w:caps/>
      <w:color w:val="CE5A1B" w:themeColor="accent5" w:themeShade="BF"/>
      <w:sz w:val="84"/>
      <w:szCs w:val="84"/>
    </w:rPr>
  </w:style>
  <w:style w:type="paragraph" w:customStyle="1" w:styleId="Monthvariation3">
    <w:name w:val="Month (variation 3)"/>
    <w:basedOn w:val="Normal"/>
    <w:qFormat/>
    <w:rsid w:val="00526132"/>
    <w:rPr>
      <w:rFonts w:asciiTheme="majorHAnsi" w:hAnsiTheme="majorHAnsi"/>
      <w:caps/>
      <w:color w:val="D8243D" w:themeColor="accent3" w:themeShade="BF"/>
      <w:sz w:val="84"/>
      <w:szCs w:val="84"/>
    </w:rPr>
  </w:style>
  <w:style w:type="paragraph" w:customStyle="1" w:styleId="Yearvariation3">
    <w:name w:val="Year (variation 3)"/>
    <w:basedOn w:val="Normal"/>
    <w:qFormat/>
    <w:rsid w:val="00526132"/>
    <w:pPr>
      <w:jc w:val="center"/>
    </w:pPr>
    <w:rPr>
      <w:rFonts w:asciiTheme="majorHAnsi" w:hAnsiTheme="majorHAnsi"/>
      <w:color w:val="D8243D" w:themeColor="accent3" w:themeShade="BF"/>
      <w:sz w:val="108"/>
      <w:szCs w:val="10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mitchell\Application%20Data\Microsoft\Templates\CircleCalKit.dotx" TargetMode="Externa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0" ma:contentTypeDescription="Create a new document." ma:contentTypeScope="" ma:versionID="b6358c8e9ccf10d22debe3a56dce56ac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EEA0B-5972-4796-953A-6B1E92CC4963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328667D0-1029-4F35-BC34-6EF35D57EF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F58D34-4113-4151-AE4E-2DCE82A68F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29EA06-233E-417E-93E9-32309717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CircleCalKit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amitchell</dc:creator>
  <cp:lastModifiedBy>amitchell</cp:lastModifiedBy>
  <cp:revision>2</cp:revision>
  <dcterms:created xsi:type="dcterms:W3CDTF">2011-09-29T16:20:00Z</dcterms:created>
  <dcterms:modified xsi:type="dcterms:W3CDTF">2011-09-29T16:20:00Z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TC102420629990</vt:lpwstr>
  </property>
</Properties>
</file>